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72C765" w14:textId="77777777" w:rsidR="006E5D65" w:rsidRPr="00AC642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C642D">
        <w:rPr>
          <w:rFonts w:ascii="Corbel" w:hAnsi="Corbel"/>
          <w:b/>
          <w:bCs/>
        </w:rPr>
        <w:tab/>
      </w:r>
      <w:r w:rsidRPr="00AC642D">
        <w:rPr>
          <w:rFonts w:ascii="Corbel" w:hAnsi="Corbel"/>
          <w:b/>
          <w:bCs/>
        </w:rPr>
        <w:tab/>
      </w:r>
      <w:r w:rsidRPr="00AC642D">
        <w:rPr>
          <w:rFonts w:ascii="Corbel" w:hAnsi="Corbel"/>
          <w:b/>
          <w:bCs/>
        </w:rPr>
        <w:tab/>
      </w:r>
      <w:r w:rsidRPr="00AC642D">
        <w:rPr>
          <w:rFonts w:ascii="Corbel" w:hAnsi="Corbel"/>
          <w:b/>
          <w:bCs/>
        </w:rPr>
        <w:tab/>
      </w:r>
      <w:r w:rsidRPr="00AC642D">
        <w:rPr>
          <w:rFonts w:ascii="Corbel" w:hAnsi="Corbel"/>
          <w:b/>
          <w:bCs/>
        </w:rPr>
        <w:tab/>
      </w:r>
      <w:r w:rsidRPr="00AC642D">
        <w:rPr>
          <w:rFonts w:ascii="Corbel" w:hAnsi="Corbel"/>
          <w:b/>
          <w:bCs/>
        </w:rPr>
        <w:tab/>
      </w:r>
      <w:r w:rsidR="00D8678B" w:rsidRPr="00AC642D">
        <w:rPr>
          <w:rFonts w:ascii="Corbel" w:hAnsi="Corbel"/>
          <w:bCs/>
          <w:i/>
        </w:rPr>
        <w:t xml:space="preserve">Załącznik nr </w:t>
      </w:r>
      <w:r w:rsidR="006F31E2" w:rsidRPr="00AC642D">
        <w:rPr>
          <w:rFonts w:ascii="Corbel" w:hAnsi="Corbel"/>
          <w:bCs/>
          <w:i/>
        </w:rPr>
        <w:t>1.5</w:t>
      </w:r>
      <w:r w:rsidR="00D8678B" w:rsidRPr="00AC642D">
        <w:rPr>
          <w:rFonts w:ascii="Corbel" w:hAnsi="Corbel"/>
          <w:bCs/>
          <w:i/>
        </w:rPr>
        <w:t xml:space="preserve"> do Zarządzenia</w:t>
      </w:r>
      <w:r w:rsidR="002A22BF" w:rsidRPr="00AC642D">
        <w:rPr>
          <w:rFonts w:ascii="Corbel" w:hAnsi="Corbel"/>
          <w:bCs/>
          <w:i/>
        </w:rPr>
        <w:t xml:space="preserve"> Rektora UR </w:t>
      </w:r>
      <w:r w:rsidRPr="00AC642D">
        <w:rPr>
          <w:rFonts w:ascii="Corbel" w:hAnsi="Corbel"/>
          <w:bCs/>
          <w:i/>
        </w:rPr>
        <w:t xml:space="preserve"> nr </w:t>
      </w:r>
      <w:r w:rsidR="00F17567" w:rsidRPr="00AC642D">
        <w:rPr>
          <w:rFonts w:ascii="Corbel" w:hAnsi="Corbel"/>
          <w:bCs/>
          <w:i/>
        </w:rPr>
        <w:t>12/2019</w:t>
      </w:r>
    </w:p>
    <w:p w14:paraId="09587265" w14:textId="77777777" w:rsidR="0085747A" w:rsidRPr="00AC642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C642D">
        <w:rPr>
          <w:rFonts w:ascii="Corbel" w:hAnsi="Corbel"/>
          <w:b/>
          <w:smallCaps/>
          <w:sz w:val="24"/>
          <w:szCs w:val="24"/>
        </w:rPr>
        <w:t>SYLABUS</w:t>
      </w:r>
    </w:p>
    <w:p w14:paraId="2129342E" w14:textId="77777777" w:rsidR="0085747A" w:rsidRPr="00AC642D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C642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C642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AC642D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44C397FC" w14:textId="77777777" w:rsidR="00445970" w:rsidRPr="00AC642D" w:rsidRDefault="00445970" w:rsidP="00D574D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C642D">
        <w:rPr>
          <w:rFonts w:ascii="Corbel" w:hAnsi="Corbel"/>
          <w:sz w:val="20"/>
          <w:szCs w:val="20"/>
        </w:rPr>
        <w:t xml:space="preserve">Rok akademicki   </w:t>
      </w:r>
      <w:r w:rsidR="00D574D7">
        <w:rPr>
          <w:rFonts w:ascii="Corbel" w:hAnsi="Corbel"/>
          <w:sz w:val="20"/>
          <w:szCs w:val="20"/>
        </w:rPr>
        <w:t>2022/2023</w:t>
      </w:r>
    </w:p>
    <w:p w14:paraId="1EAA7F22" w14:textId="77777777" w:rsidR="0085747A" w:rsidRPr="00AC64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DBF400" w14:textId="77777777" w:rsidR="0085747A" w:rsidRPr="00AC642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C642D">
        <w:rPr>
          <w:rFonts w:ascii="Corbel" w:hAnsi="Corbel"/>
          <w:szCs w:val="24"/>
        </w:rPr>
        <w:t xml:space="preserve">1. </w:t>
      </w:r>
      <w:r w:rsidR="0085747A" w:rsidRPr="00AC642D">
        <w:rPr>
          <w:rFonts w:ascii="Corbel" w:hAnsi="Corbel"/>
          <w:szCs w:val="24"/>
        </w:rPr>
        <w:t xml:space="preserve">Podstawowe </w:t>
      </w:r>
      <w:r w:rsidR="00445970" w:rsidRPr="00AC642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C642D" w14:paraId="1A5C23BC" w14:textId="77777777" w:rsidTr="009A2FC0">
        <w:tc>
          <w:tcPr>
            <w:tcW w:w="2694" w:type="dxa"/>
            <w:vAlign w:val="center"/>
          </w:tcPr>
          <w:p w14:paraId="4A2C63C4" w14:textId="77777777" w:rsidR="0085747A" w:rsidRPr="00AC64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3FC1FC9" w14:textId="77777777" w:rsidR="0085747A" w:rsidRPr="00AC642D" w:rsidRDefault="009A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E-biznes</w:t>
            </w:r>
          </w:p>
        </w:tc>
      </w:tr>
      <w:tr w:rsidR="0085747A" w:rsidRPr="00AC642D" w14:paraId="6915659B" w14:textId="77777777" w:rsidTr="009A2FC0">
        <w:tc>
          <w:tcPr>
            <w:tcW w:w="2694" w:type="dxa"/>
            <w:vAlign w:val="center"/>
          </w:tcPr>
          <w:p w14:paraId="5BD3A23C" w14:textId="77777777" w:rsidR="0085747A" w:rsidRPr="00AC64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C642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03C7D0" w14:textId="77777777" w:rsidR="0085747A" w:rsidRPr="00AC642D" w:rsidRDefault="006830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E/I/GRiL/C-1.10a</w:t>
            </w:r>
          </w:p>
        </w:tc>
      </w:tr>
      <w:tr w:rsidR="0085747A" w:rsidRPr="00AC642D" w14:paraId="48A9EEFF" w14:textId="77777777" w:rsidTr="009A2FC0">
        <w:tc>
          <w:tcPr>
            <w:tcW w:w="2694" w:type="dxa"/>
            <w:vAlign w:val="center"/>
          </w:tcPr>
          <w:p w14:paraId="74E7CC7D" w14:textId="77777777" w:rsidR="0085747A" w:rsidRPr="00AC642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N</w:t>
            </w:r>
            <w:r w:rsidR="0085747A" w:rsidRPr="00AC642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C642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9CC7CD" w14:textId="77777777" w:rsidR="0085747A" w:rsidRPr="00AC64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A2FC0" w:rsidRPr="00AC642D" w14:paraId="17F567E9" w14:textId="77777777" w:rsidTr="009A2FC0">
        <w:tc>
          <w:tcPr>
            <w:tcW w:w="2694" w:type="dxa"/>
            <w:vAlign w:val="center"/>
          </w:tcPr>
          <w:p w14:paraId="3A42794A" w14:textId="77777777" w:rsidR="009A2FC0" w:rsidRPr="00AC642D" w:rsidRDefault="009A2FC0" w:rsidP="009A2FC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33DEC1" w14:textId="77777777" w:rsidR="009A2FC0" w:rsidRPr="00AC642D" w:rsidRDefault="00D574D7" w:rsidP="009A2FC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C642D" w14:paraId="42520C6B" w14:textId="77777777" w:rsidTr="009A2FC0">
        <w:tc>
          <w:tcPr>
            <w:tcW w:w="2694" w:type="dxa"/>
            <w:vAlign w:val="center"/>
          </w:tcPr>
          <w:p w14:paraId="3CA0084C" w14:textId="77777777" w:rsidR="0085747A" w:rsidRPr="00AC64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26B1D5B" w14:textId="77777777" w:rsidR="0085747A" w:rsidRPr="00AC642D" w:rsidRDefault="004C5C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C642D" w14:paraId="79E44ABB" w14:textId="77777777" w:rsidTr="009A2FC0">
        <w:tc>
          <w:tcPr>
            <w:tcW w:w="2694" w:type="dxa"/>
            <w:vAlign w:val="center"/>
          </w:tcPr>
          <w:p w14:paraId="60B32EF9" w14:textId="77777777" w:rsidR="0085747A" w:rsidRPr="00AC642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1DF8F2" w14:textId="77777777" w:rsidR="0085747A" w:rsidRPr="00AC642D" w:rsidRDefault="0017512A" w:rsidP="00D574D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574D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C642D" w14:paraId="773188E2" w14:textId="77777777" w:rsidTr="009A2FC0">
        <w:tc>
          <w:tcPr>
            <w:tcW w:w="2694" w:type="dxa"/>
            <w:vAlign w:val="center"/>
          </w:tcPr>
          <w:p w14:paraId="4613DA93" w14:textId="77777777" w:rsidR="0085747A" w:rsidRPr="00AC64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B50FF3" w14:textId="77777777" w:rsidR="0085747A" w:rsidRPr="00AC64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C642D" w14:paraId="67746A60" w14:textId="77777777" w:rsidTr="009A2FC0">
        <w:tc>
          <w:tcPr>
            <w:tcW w:w="2694" w:type="dxa"/>
            <w:vAlign w:val="center"/>
          </w:tcPr>
          <w:p w14:paraId="425D3B5E" w14:textId="77777777" w:rsidR="0085747A" w:rsidRPr="00AC64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DBB59E5" w14:textId="77777777" w:rsidR="0085747A" w:rsidRPr="00AC642D" w:rsidRDefault="0017512A" w:rsidP="009A2F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C5C11" w:rsidRPr="00AC642D" w14:paraId="0CEB7129" w14:textId="77777777" w:rsidTr="009A2FC0">
        <w:tc>
          <w:tcPr>
            <w:tcW w:w="2694" w:type="dxa"/>
            <w:vAlign w:val="center"/>
          </w:tcPr>
          <w:p w14:paraId="7821C9F3" w14:textId="77777777" w:rsidR="004C5C11" w:rsidRPr="00AC642D" w:rsidRDefault="004C5C11" w:rsidP="004C5C1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34D70C1" w14:textId="77777777" w:rsidR="004C5C11" w:rsidRPr="00AC642D" w:rsidRDefault="004C5C11" w:rsidP="004C5C1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4C5C11" w:rsidRPr="00AC642D" w14:paraId="5FF51C63" w14:textId="77777777" w:rsidTr="009A2FC0">
        <w:tc>
          <w:tcPr>
            <w:tcW w:w="2694" w:type="dxa"/>
            <w:vAlign w:val="center"/>
          </w:tcPr>
          <w:p w14:paraId="3F60EB97" w14:textId="77777777" w:rsidR="004C5C11" w:rsidRPr="00AC642D" w:rsidRDefault="004C5C11" w:rsidP="004C5C1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3AD474" w14:textId="77777777" w:rsidR="004C5C11" w:rsidRPr="00AC642D" w:rsidRDefault="004C5C11" w:rsidP="004C5C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4C5C11" w:rsidRPr="00AC642D" w14:paraId="313BC331" w14:textId="77777777" w:rsidTr="009A2FC0">
        <w:tc>
          <w:tcPr>
            <w:tcW w:w="2694" w:type="dxa"/>
            <w:vAlign w:val="center"/>
          </w:tcPr>
          <w:p w14:paraId="594EEF49" w14:textId="77777777" w:rsidR="004C5C11" w:rsidRPr="00AC642D" w:rsidRDefault="004C5C11" w:rsidP="004C5C1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3E9DE2" w14:textId="77777777" w:rsidR="004C5C11" w:rsidRPr="00AC642D" w:rsidRDefault="00D574D7" w:rsidP="004C5C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4C5C11" w:rsidRPr="00AC642D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C5C11" w:rsidRPr="00AC642D" w14:paraId="30A8AE64" w14:textId="77777777" w:rsidTr="009A2FC0">
        <w:tc>
          <w:tcPr>
            <w:tcW w:w="2694" w:type="dxa"/>
            <w:vAlign w:val="center"/>
          </w:tcPr>
          <w:p w14:paraId="5CBBEB57" w14:textId="77777777" w:rsidR="004C5C11" w:rsidRPr="00AC642D" w:rsidRDefault="004C5C11" w:rsidP="004C5C1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405FD1" w14:textId="77777777" w:rsidR="004C5C11" w:rsidRPr="00AC642D" w:rsidRDefault="004C5C11" w:rsidP="004C5C11">
            <w:pPr>
              <w:pStyle w:val="Odpowiedzi"/>
              <w:spacing w:before="0" w:after="0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inż. Paweł Szura</w:t>
            </w:r>
          </w:p>
        </w:tc>
      </w:tr>
      <w:tr w:rsidR="004C5C11" w:rsidRPr="00AC642D" w14:paraId="31B7A3DF" w14:textId="77777777" w:rsidTr="009A2FC0">
        <w:tc>
          <w:tcPr>
            <w:tcW w:w="2694" w:type="dxa"/>
            <w:vAlign w:val="center"/>
          </w:tcPr>
          <w:p w14:paraId="52370785" w14:textId="77777777" w:rsidR="004C5C11" w:rsidRPr="00AC642D" w:rsidRDefault="004C5C11" w:rsidP="004C5C1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286750" w14:textId="77777777" w:rsidR="004C5C11" w:rsidRPr="00AC642D" w:rsidRDefault="004C5C11" w:rsidP="004C5C11">
            <w:pPr>
              <w:pStyle w:val="Odpowiedzi"/>
              <w:spacing w:before="0" w:after="0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inż. Paweł Szura</w:t>
            </w:r>
          </w:p>
          <w:p w14:paraId="3D10346A" w14:textId="77777777" w:rsidR="004C5C11" w:rsidRPr="00AC642D" w:rsidRDefault="004C5C11" w:rsidP="004C5C1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mgr inż. Konrad Drozd</w:t>
            </w:r>
          </w:p>
        </w:tc>
      </w:tr>
    </w:tbl>
    <w:p w14:paraId="6D1661EC" w14:textId="1E57B2B5" w:rsidR="0085747A" w:rsidRPr="00AC642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C642D">
        <w:rPr>
          <w:rFonts w:ascii="Corbel" w:hAnsi="Corbel"/>
          <w:sz w:val="24"/>
          <w:szCs w:val="24"/>
        </w:rPr>
        <w:t xml:space="preserve">* </w:t>
      </w:r>
      <w:r w:rsidRPr="00AC642D">
        <w:rPr>
          <w:rFonts w:ascii="Corbel" w:hAnsi="Corbel"/>
          <w:i/>
          <w:sz w:val="24"/>
          <w:szCs w:val="24"/>
        </w:rPr>
        <w:t>-</w:t>
      </w:r>
      <w:r w:rsidR="00B90885" w:rsidRPr="00AC642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C642D">
        <w:rPr>
          <w:rFonts w:ascii="Corbel" w:hAnsi="Corbel"/>
          <w:b w:val="0"/>
          <w:sz w:val="24"/>
          <w:szCs w:val="24"/>
        </w:rPr>
        <w:t>e,</w:t>
      </w:r>
      <w:r w:rsidR="008E2EE1">
        <w:rPr>
          <w:rFonts w:ascii="Corbel" w:hAnsi="Corbel"/>
          <w:b w:val="0"/>
          <w:sz w:val="24"/>
          <w:szCs w:val="24"/>
        </w:rPr>
        <w:t xml:space="preserve"> </w:t>
      </w:r>
      <w:r w:rsidRPr="00AC642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C642D">
        <w:rPr>
          <w:rFonts w:ascii="Corbel" w:hAnsi="Corbel"/>
          <w:b w:val="0"/>
          <w:i/>
          <w:sz w:val="24"/>
          <w:szCs w:val="24"/>
        </w:rPr>
        <w:t>w Jednostce</w:t>
      </w:r>
    </w:p>
    <w:p w14:paraId="34669EDF" w14:textId="77777777" w:rsidR="0085747A" w:rsidRPr="00AC642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C642D">
        <w:rPr>
          <w:rFonts w:ascii="Corbel" w:hAnsi="Corbel"/>
          <w:sz w:val="24"/>
          <w:szCs w:val="24"/>
        </w:rPr>
        <w:t>1.</w:t>
      </w:r>
      <w:r w:rsidR="00E22FBC" w:rsidRPr="00AC642D">
        <w:rPr>
          <w:rFonts w:ascii="Corbel" w:hAnsi="Corbel"/>
          <w:sz w:val="24"/>
          <w:szCs w:val="24"/>
        </w:rPr>
        <w:t>1</w:t>
      </w:r>
      <w:r w:rsidRPr="00AC642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E990B3" w14:textId="77777777" w:rsidR="00923D7D" w:rsidRPr="00AC64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C642D" w14:paraId="01ED0D6B" w14:textId="77777777" w:rsidTr="00D409E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0C01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Semestr</w:t>
            </w:r>
          </w:p>
          <w:p w14:paraId="0C164833" w14:textId="77777777" w:rsidR="00015B8F" w:rsidRPr="00AC642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(</w:t>
            </w:r>
            <w:r w:rsidR="00363F78" w:rsidRPr="00AC642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C8B18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0E4E6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027B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DE1A2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B920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BE015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06F33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6F52E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64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8D701" w14:textId="77777777" w:rsidR="00015B8F" w:rsidRPr="00AC64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C642D">
              <w:rPr>
                <w:rFonts w:ascii="Corbel" w:hAnsi="Corbel"/>
                <w:b/>
                <w:szCs w:val="24"/>
              </w:rPr>
              <w:t>Liczba pkt</w:t>
            </w:r>
            <w:r w:rsidR="00B90885" w:rsidRPr="00AC642D">
              <w:rPr>
                <w:rFonts w:ascii="Corbel" w:hAnsi="Corbel"/>
                <w:b/>
                <w:szCs w:val="24"/>
              </w:rPr>
              <w:t>.</w:t>
            </w:r>
            <w:r w:rsidRPr="00AC642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C642D" w14:paraId="73702C58" w14:textId="77777777" w:rsidTr="00D409E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8835B" w14:textId="77777777" w:rsidR="00015B8F" w:rsidRPr="00AC642D" w:rsidRDefault="004C5C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430D2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D550" w14:textId="77777777" w:rsidR="00015B8F" w:rsidRPr="00AC642D" w:rsidRDefault="004C5C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1CA1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419AA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6C0A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2C14F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A8F9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537EB" w14:textId="77777777" w:rsidR="00015B8F" w:rsidRPr="00AC642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EF595" w14:textId="77777777" w:rsidR="00015B8F" w:rsidRPr="00AC642D" w:rsidRDefault="004C5C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162164B" w14:textId="77777777" w:rsidR="00923D7D" w:rsidRPr="00AC642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AFE0B7F" w14:textId="77777777" w:rsidR="00923D7D" w:rsidRPr="00AC642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F0BCF38" w14:textId="77777777" w:rsidR="0085747A" w:rsidRPr="00AC642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>1.</w:t>
      </w:r>
      <w:r w:rsidR="00E22FBC" w:rsidRPr="00AC642D">
        <w:rPr>
          <w:rFonts w:ascii="Corbel" w:hAnsi="Corbel"/>
          <w:smallCaps w:val="0"/>
          <w:szCs w:val="24"/>
        </w:rPr>
        <w:t>2</w:t>
      </w:r>
      <w:r w:rsidR="00F83B28" w:rsidRPr="00AC642D">
        <w:rPr>
          <w:rFonts w:ascii="Corbel" w:hAnsi="Corbel"/>
          <w:smallCaps w:val="0"/>
          <w:szCs w:val="24"/>
        </w:rPr>
        <w:t>.</w:t>
      </w:r>
      <w:r w:rsidR="00F83B28" w:rsidRPr="00AC642D">
        <w:rPr>
          <w:rFonts w:ascii="Corbel" w:hAnsi="Corbel"/>
          <w:smallCaps w:val="0"/>
          <w:szCs w:val="24"/>
        </w:rPr>
        <w:tab/>
      </w:r>
      <w:r w:rsidRPr="00AC642D">
        <w:rPr>
          <w:rFonts w:ascii="Corbel" w:hAnsi="Corbel"/>
          <w:smallCaps w:val="0"/>
          <w:szCs w:val="24"/>
        </w:rPr>
        <w:t xml:space="preserve">Sposób realizacji zajęć  </w:t>
      </w:r>
    </w:p>
    <w:p w14:paraId="5CD9A054" w14:textId="77777777" w:rsidR="007D0809" w:rsidRDefault="007D0809" w:rsidP="007D080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3E89E5E" w14:textId="77777777" w:rsidR="007D0809" w:rsidRPr="007D0809" w:rsidRDefault="007D0809" w:rsidP="007D0809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7D0809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D0809">
        <w:rPr>
          <w:rStyle w:val="normaltextrun"/>
          <w:rFonts w:ascii="Corbel" w:hAnsi="Corbel" w:cs="Segoe UI"/>
          <w:smallCaps w:val="0"/>
          <w:szCs w:val="24"/>
        </w:rPr>
        <w:t> </w:t>
      </w:r>
      <w:r w:rsidRPr="007D0809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D0809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5193B06D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E42E59" w14:textId="3905A8F5" w:rsidR="00E22FBC" w:rsidRPr="00AC642D" w:rsidRDefault="00E22FBC" w:rsidP="26FC02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6FC0260">
        <w:rPr>
          <w:rFonts w:ascii="Corbel" w:hAnsi="Corbel"/>
          <w:smallCaps w:val="0"/>
        </w:rPr>
        <w:t xml:space="preserve">1.3 </w:t>
      </w:r>
      <w:r w:rsidR="00F83B28" w:rsidRPr="00AC642D">
        <w:rPr>
          <w:rFonts w:ascii="Corbel" w:hAnsi="Corbel"/>
          <w:smallCaps w:val="0"/>
          <w:szCs w:val="24"/>
        </w:rPr>
        <w:tab/>
      </w:r>
      <w:r w:rsidRPr="26FC0260">
        <w:rPr>
          <w:rFonts w:ascii="Corbel" w:hAnsi="Corbel"/>
          <w:smallCaps w:val="0"/>
        </w:rPr>
        <w:t>For</w:t>
      </w:r>
      <w:r w:rsidR="00445970" w:rsidRPr="26FC0260">
        <w:rPr>
          <w:rFonts w:ascii="Corbel" w:hAnsi="Corbel"/>
          <w:smallCaps w:val="0"/>
        </w:rPr>
        <w:t xml:space="preserve">ma zaliczenia przedmiotu </w:t>
      </w:r>
      <w:r w:rsidRPr="26FC0260">
        <w:rPr>
          <w:rFonts w:ascii="Corbel" w:hAnsi="Corbel"/>
          <w:smallCaps w:val="0"/>
        </w:rPr>
        <w:t xml:space="preserve">(z toku) </w:t>
      </w:r>
      <w:r w:rsidRPr="26FC0260">
        <w:rPr>
          <w:rFonts w:ascii="Corbel" w:hAnsi="Corbel"/>
          <w:b w:val="0"/>
          <w:smallCaps w:val="0"/>
        </w:rPr>
        <w:t>(egzamin, zaliczenie z oceną, zaliczenie bez oceny)</w:t>
      </w:r>
    </w:p>
    <w:p w14:paraId="02733C0F" w14:textId="289EE73B" w:rsidR="00E960BB" w:rsidRPr="00AC642D" w:rsidRDefault="004C1BE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C642D">
        <w:rPr>
          <w:rFonts w:ascii="Corbel" w:hAnsi="Corbel"/>
          <w:b w:val="0"/>
          <w:szCs w:val="24"/>
        </w:rPr>
        <w:tab/>
      </w:r>
      <w:r w:rsidRPr="00AC642D">
        <w:rPr>
          <w:rFonts w:ascii="Corbel" w:hAnsi="Corbel"/>
          <w:b w:val="0"/>
          <w:smallCaps w:val="0"/>
          <w:szCs w:val="24"/>
        </w:rPr>
        <w:t>Zaliczenie z oceną</w:t>
      </w:r>
    </w:p>
    <w:p w14:paraId="19D3B124" w14:textId="77777777" w:rsidR="004C1BE9" w:rsidRPr="00AC642D" w:rsidRDefault="004C1BE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3F7391" w14:textId="77777777" w:rsidR="00E960BB" w:rsidRPr="00AC64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C642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C642D" w14:paraId="6268F137" w14:textId="77777777" w:rsidTr="00745302">
        <w:tc>
          <w:tcPr>
            <w:tcW w:w="9670" w:type="dxa"/>
          </w:tcPr>
          <w:p w14:paraId="42416914" w14:textId="77777777" w:rsidR="0085747A" w:rsidRPr="00AC642D" w:rsidRDefault="00D409E4" w:rsidP="00D409E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Podstawowy poziom wiedzy na temat funkcjonowania Internetu oraz narzędzi pracy w tym medium. Student powinien być w stanie analizować modele biznesowe funkcjonujące w realnym świecie i rozumieć oraz zaplanować przedsięwzięcie biznesowe w sieci.</w:t>
            </w:r>
          </w:p>
        </w:tc>
      </w:tr>
    </w:tbl>
    <w:p w14:paraId="6EFAB9B9" w14:textId="77777777" w:rsidR="00153C41" w:rsidRPr="00AC642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B3D9E2" w14:textId="77777777" w:rsidR="0085747A" w:rsidRPr="00AC642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C642D">
        <w:rPr>
          <w:rFonts w:ascii="Corbel" w:hAnsi="Corbel"/>
          <w:szCs w:val="24"/>
        </w:rPr>
        <w:t>3.</w:t>
      </w:r>
      <w:r w:rsidR="00A84C85" w:rsidRPr="00AC642D">
        <w:rPr>
          <w:rFonts w:ascii="Corbel" w:hAnsi="Corbel"/>
          <w:szCs w:val="24"/>
        </w:rPr>
        <w:t>cele, efekty uczenia się</w:t>
      </w:r>
      <w:r w:rsidR="0085747A" w:rsidRPr="00AC642D">
        <w:rPr>
          <w:rFonts w:ascii="Corbel" w:hAnsi="Corbel"/>
          <w:szCs w:val="24"/>
        </w:rPr>
        <w:t xml:space="preserve"> , treści Programowe i stosowane metody Dydaktyczne</w:t>
      </w:r>
    </w:p>
    <w:p w14:paraId="45BA6754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B1ACC26" w14:textId="77777777" w:rsidR="0085747A" w:rsidRPr="00AC642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C642D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AC642D">
        <w:rPr>
          <w:rFonts w:ascii="Corbel" w:hAnsi="Corbel"/>
          <w:sz w:val="24"/>
          <w:szCs w:val="24"/>
        </w:rPr>
        <w:t>Cele przedmiotu</w:t>
      </w:r>
    </w:p>
    <w:p w14:paraId="6E167DFB" w14:textId="77777777" w:rsidR="00F83B28" w:rsidRPr="00AC642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409E4" w:rsidRPr="00AC642D" w14:paraId="6EDDF8E6" w14:textId="77777777" w:rsidTr="00D409E4">
        <w:tc>
          <w:tcPr>
            <w:tcW w:w="845" w:type="dxa"/>
            <w:vAlign w:val="center"/>
          </w:tcPr>
          <w:p w14:paraId="6FEBFE84" w14:textId="77777777" w:rsidR="00D409E4" w:rsidRPr="00AC642D" w:rsidRDefault="00D409E4" w:rsidP="00D409E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642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B90035E" w14:textId="77777777" w:rsidR="00D409E4" w:rsidRPr="00AC642D" w:rsidRDefault="00D409E4" w:rsidP="00D409E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Dostarczenie słuchaczom informacji, pozwalając im na zrozumienia sposobu wykorzystania technologii informacyjnych i komunikacyjnych w prowadzeniu oraz wspieraniu działalności gospodarczej w środowisku internetowym.</w:t>
            </w:r>
          </w:p>
        </w:tc>
      </w:tr>
      <w:tr w:rsidR="00D409E4" w:rsidRPr="00AC642D" w14:paraId="287AE02A" w14:textId="77777777" w:rsidTr="00D409E4">
        <w:tc>
          <w:tcPr>
            <w:tcW w:w="845" w:type="dxa"/>
            <w:vAlign w:val="center"/>
          </w:tcPr>
          <w:p w14:paraId="54A281E5" w14:textId="77777777" w:rsidR="00D409E4" w:rsidRPr="00AC642D" w:rsidRDefault="00D409E4" w:rsidP="00D409E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95E0F38" w14:textId="77777777" w:rsidR="00D409E4" w:rsidRPr="00AC642D" w:rsidRDefault="00D409E4" w:rsidP="00D409E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Nabywanie umiejętności analizy środowiska internetowego, które pozwoliłyby na sprawne funkcjonowanie w cyfrowym środowisku biznesowym.</w:t>
            </w:r>
          </w:p>
        </w:tc>
      </w:tr>
      <w:tr w:rsidR="00D409E4" w:rsidRPr="00AC642D" w14:paraId="2931AC70" w14:textId="77777777" w:rsidTr="00D409E4">
        <w:tc>
          <w:tcPr>
            <w:tcW w:w="845" w:type="dxa"/>
            <w:vAlign w:val="center"/>
          </w:tcPr>
          <w:p w14:paraId="0CF678D0" w14:textId="77777777" w:rsidR="00D409E4" w:rsidRPr="00AC642D" w:rsidRDefault="00D409E4" w:rsidP="00D409E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668576F6" w14:textId="77777777" w:rsidR="00D409E4" w:rsidRPr="00AC642D" w:rsidRDefault="00D409E4" w:rsidP="00D409E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Dostarczenie wiedzy w zakresie opracowania założeń realizacji przedsięwzięcia e-biznesowego od strony formalnej, funkcjonalnej i marketingowej.</w:t>
            </w:r>
          </w:p>
        </w:tc>
      </w:tr>
      <w:tr w:rsidR="00514443" w:rsidRPr="00AC642D" w14:paraId="55CEAC91" w14:textId="77777777" w:rsidTr="00D409E4">
        <w:tc>
          <w:tcPr>
            <w:tcW w:w="845" w:type="dxa"/>
            <w:vAlign w:val="center"/>
          </w:tcPr>
          <w:p w14:paraId="71B0FBD5" w14:textId="77777777" w:rsidR="00514443" w:rsidRPr="00AC642D" w:rsidRDefault="00514443" w:rsidP="00D409E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2DBA0E98" w14:textId="77777777" w:rsidR="00514443" w:rsidRPr="00AC642D" w:rsidRDefault="00514443" w:rsidP="00D409E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Nabycie praktycznych umiejętności obsługi systemów zarządzania treścią (CMS) w rolach edytora oraz administratora portalu internetowego.</w:t>
            </w:r>
          </w:p>
        </w:tc>
      </w:tr>
    </w:tbl>
    <w:p w14:paraId="74BF1E39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F771F5" w14:textId="77777777" w:rsidR="001D7B54" w:rsidRPr="00AC642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C642D">
        <w:rPr>
          <w:rFonts w:ascii="Corbel" w:hAnsi="Corbel"/>
          <w:b/>
          <w:sz w:val="24"/>
          <w:szCs w:val="24"/>
        </w:rPr>
        <w:t xml:space="preserve">3.2 </w:t>
      </w:r>
      <w:r w:rsidR="001D7B54" w:rsidRPr="00AC642D">
        <w:rPr>
          <w:rFonts w:ascii="Corbel" w:hAnsi="Corbel"/>
          <w:b/>
          <w:sz w:val="24"/>
          <w:szCs w:val="24"/>
        </w:rPr>
        <w:t xml:space="preserve">Efekty </w:t>
      </w:r>
      <w:r w:rsidR="00C05F44" w:rsidRPr="00AC642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C642D">
        <w:rPr>
          <w:rFonts w:ascii="Corbel" w:hAnsi="Corbel"/>
          <w:b/>
          <w:sz w:val="24"/>
          <w:szCs w:val="24"/>
        </w:rPr>
        <w:t>dla przedmiotu</w:t>
      </w:r>
    </w:p>
    <w:p w14:paraId="49DBAA95" w14:textId="77777777" w:rsidR="001D7B54" w:rsidRPr="00AC642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C642D" w14:paraId="16F118C6" w14:textId="77777777" w:rsidTr="00514443">
        <w:tc>
          <w:tcPr>
            <w:tcW w:w="1681" w:type="dxa"/>
            <w:vAlign w:val="center"/>
          </w:tcPr>
          <w:p w14:paraId="0B2BE329" w14:textId="77777777" w:rsidR="0085747A" w:rsidRPr="00AC64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C642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C642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DB644E2" w14:textId="77777777" w:rsidR="0085747A" w:rsidRPr="00AC64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47D534A" w14:textId="77777777" w:rsidR="0085747A" w:rsidRPr="00AC64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C64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443" w:rsidRPr="00AC642D" w14:paraId="36506FF7" w14:textId="77777777" w:rsidTr="00514443">
        <w:tc>
          <w:tcPr>
            <w:tcW w:w="1681" w:type="dxa"/>
          </w:tcPr>
          <w:p w14:paraId="3A502412" w14:textId="77777777" w:rsidR="00514443" w:rsidRPr="00AC642D" w:rsidRDefault="00D574D7" w:rsidP="005144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443" w:rsidRPr="00AC642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F848C99" w14:textId="77777777" w:rsidR="00514443" w:rsidRPr="00AC642D" w:rsidRDefault="00514443" w:rsidP="005144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Tworzy typowe projekty wortali/portali do realizacji ogólnych i specyficznych celów informacyjnych.</w:t>
            </w:r>
          </w:p>
        </w:tc>
        <w:tc>
          <w:tcPr>
            <w:tcW w:w="1865" w:type="dxa"/>
          </w:tcPr>
          <w:p w14:paraId="0B129D0E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K_U05</w:t>
            </w:r>
          </w:p>
          <w:p w14:paraId="641FE2E6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514443" w:rsidRPr="00AC642D" w14:paraId="6C5A5E9A" w14:textId="77777777" w:rsidTr="00514443">
        <w:tc>
          <w:tcPr>
            <w:tcW w:w="1681" w:type="dxa"/>
          </w:tcPr>
          <w:p w14:paraId="46E42B79" w14:textId="77777777" w:rsidR="00514443" w:rsidRPr="00AC642D" w:rsidRDefault="00D574D7" w:rsidP="005144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443" w:rsidRPr="00AC642D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974" w:type="dxa"/>
          </w:tcPr>
          <w:p w14:paraId="3A64AB81" w14:textId="77777777" w:rsidR="00514443" w:rsidRPr="00AC642D" w:rsidRDefault="00514443" w:rsidP="005144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Analizuje dane dotyczące aktywności użytkowników portalu w celu podejmowania świadomych decyzji marketingowych i zarządczych w organizacji, jak też kształtowania produktu/usługi.</w:t>
            </w:r>
          </w:p>
        </w:tc>
        <w:tc>
          <w:tcPr>
            <w:tcW w:w="1865" w:type="dxa"/>
          </w:tcPr>
          <w:p w14:paraId="431458F1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K_U02</w:t>
            </w:r>
          </w:p>
          <w:p w14:paraId="7EA4F0A9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K_U03</w:t>
            </w:r>
          </w:p>
          <w:p w14:paraId="18B17ECE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514443" w:rsidRPr="00AC642D" w14:paraId="24610B9E" w14:textId="77777777" w:rsidTr="00514443">
        <w:tc>
          <w:tcPr>
            <w:tcW w:w="1681" w:type="dxa"/>
          </w:tcPr>
          <w:p w14:paraId="61EC3BDF" w14:textId="77777777" w:rsidR="00514443" w:rsidRPr="00AC642D" w:rsidRDefault="00D574D7" w:rsidP="005144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443" w:rsidRPr="00AC642D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74" w:type="dxa"/>
          </w:tcPr>
          <w:p w14:paraId="3EC1B2A7" w14:textId="77777777" w:rsidR="00514443" w:rsidRPr="00AC642D" w:rsidRDefault="00514443" w:rsidP="005144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Wykorzystuje podstawowe techniki i technologie IT w przygotowaniu i edycji grafiki, logotypów, materiałów informacyjno-marketingowych dla środowiska Sieci i poza nim.</w:t>
            </w:r>
          </w:p>
        </w:tc>
        <w:tc>
          <w:tcPr>
            <w:tcW w:w="1865" w:type="dxa"/>
          </w:tcPr>
          <w:p w14:paraId="27EF85F0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K_U05</w:t>
            </w:r>
          </w:p>
          <w:p w14:paraId="2AF216CA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514443" w:rsidRPr="00AC642D" w14:paraId="6C596584" w14:textId="77777777" w:rsidTr="00514443">
        <w:tc>
          <w:tcPr>
            <w:tcW w:w="1681" w:type="dxa"/>
          </w:tcPr>
          <w:p w14:paraId="3A0763C5" w14:textId="77777777" w:rsidR="00514443" w:rsidRPr="00AC642D" w:rsidRDefault="00D574D7" w:rsidP="005144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443" w:rsidRPr="00AC642D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974" w:type="dxa"/>
          </w:tcPr>
          <w:p w14:paraId="488B5F52" w14:textId="77777777" w:rsidR="00514443" w:rsidRPr="00AC642D" w:rsidRDefault="00514443" w:rsidP="0051444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 xml:space="preserve">Manifestuje zachowaniem i wypowiedzią świadomość oraz zrozumienie dla znaczenia Internetu jako środowiska kreowania procesów społecznych i biznesowych. </w:t>
            </w:r>
          </w:p>
        </w:tc>
        <w:tc>
          <w:tcPr>
            <w:tcW w:w="1865" w:type="dxa"/>
          </w:tcPr>
          <w:p w14:paraId="25D4B611" w14:textId="77777777" w:rsidR="00514443" w:rsidRPr="00AC642D" w:rsidRDefault="00514443" w:rsidP="008E2E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3C9873C3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9DCE97" w14:textId="77777777" w:rsidR="0085747A" w:rsidRPr="00AC642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C642D">
        <w:rPr>
          <w:rFonts w:ascii="Corbel" w:hAnsi="Corbel"/>
          <w:b/>
          <w:sz w:val="24"/>
          <w:szCs w:val="24"/>
        </w:rPr>
        <w:t>3.3</w:t>
      </w:r>
      <w:r w:rsidR="0085747A" w:rsidRPr="00AC642D">
        <w:rPr>
          <w:rFonts w:ascii="Corbel" w:hAnsi="Corbel"/>
          <w:b/>
          <w:sz w:val="24"/>
          <w:szCs w:val="24"/>
        </w:rPr>
        <w:t>T</w:t>
      </w:r>
      <w:r w:rsidR="001D7B54" w:rsidRPr="00AC642D">
        <w:rPr>
          <w:rFonts w:ascii="Corbel" w:hAnsi="Corbel"/>
          <w:b/>
          <w:sz w:val="24"/>
          <w:szCs w:val="24"/>
        </w:rPr>
        <w:t xml:space="preserve">reści programowe </w:t>
      </w:r>
    </w:p>
    <w:p w14:paraId="109E0DFE" w14:textId="77777777" w:rsidR="0085747A" w:rsidRPr="00AC642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C642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C642D">
        <w:rPr>
          <w:rFonts w:ascii="Corbel" w:hAnsi="Corbel"/>
          <w:sz w:val="24"/>
          <w:szCs w:val="24"/>
        </w:rPr>
        <w:t xml:space="preserve">, </w:t>
      </w:r>
      <w:r w:rsidRPr="00AC642D">
        <w:rPr>
          <w:rFonts w:ascii="Corbel" w:hAnsi="Corbel"/>
          <w:sz w:val="24"/>
          <w:szCs w:val="24"/>
        </w:rPr>
        <w:t xml:space="preserve">zajęć praktycznych </w:t>
      </w:r>
    </w:p>
    <w:p w14:paraId="1A8B8525" w14:textId="77777777" w:rsidR="009B340C" w:rsidRPr="00AC642D" w:rsidRDefault="009B340C" w:rsidP="009B340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B340C" w:rsidRPr="00AC642D" w14:paraId="3A819361" w14:textId="77777777" w:rsidTr="00805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94EF" w14:textId="77777777" w:rsidR="009B340C" w:rsidRPr="00AC642D" w:rsidRDefault="009B340C" w:rsidP="00805E9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340C" w:rsidRPr="00AC642D" w14:paraId="49C780A5" w14:textId="77777777" w:rsidTr="00805E96">
        <w:tc>
          <w:tcPr>
            <w:tcW w:w="9520" w:type="dxa"/>
          </w:tcPr>
          <w:p w14:paraId="17FFC223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Sprecyzowanie wymagań dla projektu e-biznesowego, określenie metod i środków wyrazu -wymogi formalne, funkcjonalne, estetyczne, biznesowe i marketingowe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44EE987F" w14:textId="77777777" w:rsidTr="00805E96">
        <w:tc>
          <w:tcPr>
            <w:tcW w:w="9520" w:type="dxa"/>
          </w:tcPr>
          <w:p w14:paraId="059F222C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 xml:space="preserve">Wykorzystanie aplikacji i usług webowych do pracy przy wspólnym projekcie internetowym. Współpraca zdalna. </w:t>
            </w:r>
          </w:p>
        </w:tc>
      </w:tr>
      <w:tr w:rsidR="009B340C" w:rsidRPr="00AC642D" w14:paraId="60D10570" w14:textId="77777777" w:rsidTr="00805E96">
        <w:tc>
          <w:tcPr>
            <w:tcW w:w="9520" w:type="dxa"/>
          </w:tcPr>
          <w:p w14:paraId="105D27EA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Ocena możliwości zastosowań i wybór infrastruktury hostingowej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6ACA5332" w14:textId="77777777" w:rsidTr="00805E96">
        <w:tc>
          <w:tcPr>
            <w:tcW w:w="9520" w:type="dxa"/>
          </w:tcPr>
          <w:p w14:paraId="4DCA73D3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Zapoznanie się z możliwościami i charakterystyka wybranych systemów zarządzania treścią.</w:t>
            </w:r>
          </w:p>
        </w:tc>
      </w:tr>
      <w:tr w:rsidR="009B340C" w:rsidRPr="00AC642D" w14:paraId="1ED93620" w14:textId="77777777" w:rsidTr="00805E96">
        <w:tc>
          <w:tcPr>
            <w:tcW w:w="9520" w:type="dxa"/>
          </w:tcPr>
          <w:p w14:paraId="6EE6946E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Zarządzanie i konfiguracja środowiska hostingowego. Instalacja i podstawowa konfiguracja systemu zarządzania treścią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6B44625F" w14:textId="77777777" w:rsidTr="00805E96">
        <w:tc>
          <w:tcPr>
            <w:tcW w:w="9520" w:type="dxa"/>
          </w:tcPr>
          <w:p w14:paraId="0DFE2E56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lastRenderedPageBreak/>
              <w:t>Administracja w systemie zarządzania treścią, dodawanie nowych sekcji kategorii i artykułów zgodnie z zasadami optymalizacji pod kątem pozycjonowania. Zarządzanie czasem publikacji i dostępnością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4DDE2BD2" w14:textId="77777777" w:rsidTr="00805E96">
        <w:tc>
          <w:tcPr>
            <w:tcW w:w="9520" w:type="dxa"/>
          </w:tcPr>
          <w:p w14:paraId="397EBB24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Integracja portalu z mediami społecznościowymi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4ACE8472" w14:textId="77777777" w:rsidTr="00805E96">
        <w:tc>
          <w:tcPr>
            <w:tcW w:w="9520" w:type="dxa"/>
          </w:tcPr>
          <w:p w14:paraId="5F43E5AA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Podstawy edycji grafiki na potrzeby portalu - zapoznanie się z obsługą i możliwościami aplikacji webowych (internetowych)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1879CA39" w14:textId="77777777" w:rsidTr="00805E96">
        <w:tc>
          <w:tcPr>
            <w:tcW w:w="9520" w:type="dxa"/>
          </w:tcPr>
          <w:p w14:paraId="6FBBF383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 xml:space="preserve">Modyfikacja wyglądu witryny poprzez szablony stron. </w:t>
            </w:r>
          </w:p>
        </w:tc>
      </w:tr>
      <w:tr w:rsidR="009B340C" w:rsidRPr="00AC642D" w14:paraId="74A94FBD" w14:textId="77777777" w:rsidTr="00805E96">
        <w:tc>
          <w:tcPr>
            <w:tcW w:w="9520" w:type="dxa"/>
          </w:tcPr>
          <w:p w14:paraId="134FBA43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Podstawy SEO - pozycjonowanie witryny w wyszukiwarkach internetowych.</w:t>
            </w:r>
          </w:p>
        </w:tc>
      </w:tr>
      <w:tr w:rsidR="009B340C" w:rsidRPr="00AC642D" w14:paraId="225A1B28" w14:textId="77777777" w:rsidTr="00805E96">
        <w:tc>
          <w:tcPr>
            <w:tcW w:w="9520" w:type="dxa"/>
          </w:tcPr>
          <w:p w14:paraId="1E64F6BB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Rozbudowa funkcjonalności portalu poprzez dodawanie wybranych rozszerzeń (komunikacja z klientem, galerie, forum, blog)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340C" w:rsidRPr="00AC642D" w14:paraId="5FF121D9" w14:textId="77777777" w:rsidTr="00805E96">
        <w:tc>
          <w:tcPr>
            <w:tcW w:w="9520" w:type="dxa"/>
            <w:vAlign w:val="bottom"/>
          </w:tcPr>
          <w:p w14:paraId="75D0A259" w14:textId="77777777" w:rsidR="009B340C" w:rsidRPr="00AC642D" w:rsidRDefault="009B340C" w:rsidP="00805E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Handel elektroniczny. Implementacja wybranych modułów e-sklepu</w:t>
            </w:r>
            <w:r w:rsidR="004C1BE9" w:rsidRPr="00AC642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0AC62DD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599ABE" w14:textId="77777777" w:rsidR="0085747A" w:rsidRPr="00AC642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>3.4 Metody dydaktyczne</w:t>
      </w:r>
    </w:p>
    <w:p w14:paraId="7892386C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BE1D8B" w14:textId="758A9FF3" w:rsidR="00E960BB" w:rsidRPr="00AC642D" w:rsidRDefault="00C85370" w:rsidP="216210BF">
      <w:pPr>
        <w:pStyle w:val="Punktygwne"/>
        <w:tabs>
          <w:tab w:val="left" w:pos="284"/>
        </w:tabs>
        <w:spacing w:before="0" w:after="0"/>
        <w:jc w:val="both"/>
        <w:rPr>
          <w:rFonts w:ascii="Corbel" w:eastAsia="Times New Roman" w:hAnsi="Corbel"/>
          <w:b w:val="0"/>
          <w:smallCaps w:val="0"/>
          <w:lang w:eastAsia="pl-PL"/>
        </w:rPr>
      </w:pPr>
      <w:r w:rsidRPr="216210BF">
        <w:rPr>
          <w:rFonts w:ascii="Corbel" w:eastAsia="Times New Roman" w:hAnsi="Corbel"/>
          <w:b w:val="0"/>
          <w:smallCaps w:val="0"/>
          <w:lang w:eastAsia="pl-PL"/>
        </w:rPr>
        <w:t>Ćwiczenia polegają</w:t>
      </w:r>
      <w:r w:rsidR="009B340C" w:rsidRPr="216210BF">
        <w:rPr>
          <w:rFonts w:ascii="Corbel" w:eastAsia="Times New Roman" w:hAnsi="Corbel"/>
          <w:b w:val="0"/>
          <w:smallCaps w:val="0"/>
          <w:lang w:eastAsia="pl-PL"/>
        </w:rPr>
        <w:t xml:space="preserve"> na pracy z komputerem w środowisku internetowym w kontakcie bezpośrednim </w:t>
      </w:r>
      <w:r w:rsidR="004C1BE9" w:rsidRPr="216210BF">
        <w:rPr>
          <w:rFonts w:ascii="Corbel" w:eastAsia="Times New Roman" w:hAnsi="Corbel"/>
          <w:b w:val="0"/>
          <w:smallCaps w:val="0"/>
          <w:lang w:eastAsia="pl-PL"/>
        </w:rPr>
        <w:t xml:space="preserve">z prowadzącym </w:t>
      </w:r>
      <w:r w:rsidR="009B340C" w:rsidRPr="216210BF">
        <w:rPr>
          <w:rFonts w:ascii="Corbel" w:eastAsia="Times New Roman" w:hAnsi="Corbel"/>
          <w:b w:val="0"/>
          <w:smallCaps w:val="0"/>
          <w:lang w:eastAsia="pl-PL"/>
        </w:rPr>
        <w:t>lub z wykorzystaniem narzędzi pracy zdalnej (</w:t>
      </w:r>
      <w:r w:rsidRPr="216210BF">
        <w:rPr>
          <w:rFonts w:ascii="Corbel" w:eastAsia="Times New Roman" w:hAnsi="Corbel"/>
          <w:b w:val="0"/>
          <w:smallCaps w:val="0"/>
          <w:lang w:eastAsia="pl-PL"/>
        </w:rPr>
        <w:t>MS Teams , Zoom, pulpit zdalny)</w:t>
      </w:r>
      <w:r w:rsidR="009B340C" w:rsidRPr="216210BF">
        <w:rPr>
          <w:rFonts w:ascii="Corbel" w:eastAsia="Times New Roman" w:hAnsi="Corbel"/>
          <w:b w:val="0"/>
          <w:smallCaps w:val="0"/>
          <w:lang w:eastAsia="pl-PL"/>
        </w:rPr>
        <w:t>.</w:t>
      </w:r>
      <w:r w:rsidR="6736D382" w:rsidRPr="216210BF">
        <w:rPr>
          <w:rFonts w:ascii="Corbel" w:eastAsia="Times New Roman" w:hAnsi="Corbel"/>
          <w:b w:val="0"/>
          <w:smallCaps w:val="0"/>
          <w:lang w:eastAsia="pl-PL"/>
        </w:rPr>
        <w:t xml:space="preserve"> Moderowane przez prowadzącego ćwiczenia</w:t>
      </w:r>
      <w:r w:rsidR="51D10CDB" w:rsidRPr="216210BF">
        <w:rPr>
          <w:rFonts w:ascii="Corbel" w:eastAsia="Times New Roman" w:hAnsi="Corbel"/>
          <w:b w:val="0"/>
          <w:smallCaps w:val="0"/>
          <w:lang w:eastAsia="pl-PL"/>
        </w:rPr>
        <w:t xml:space="preserve"> i </w:t>
      </w:r>
      <w:r w:rsidR="132C27AA" w:rsidRPr="216210BF">
        <w:rPr>
          <w:rFonts w:ascii="Corbel" w:eastAsia="Times New Roman" w:hAnsi="Corbel"/>
          <w:b w:val="0"/>
          <w:smallCaps w:val="0"/>
          <w:lang w:eastAsia="pl-PL"/>
        </w:rPr>
        <w:t xml:space="preserve">realizowane </w:t>
      </w:r>
      <w:r w:rsidR="6736D382" w:rsidRPr="216210BF">
        <w:rPr>
          <w:rFonts w:ascii="Corbel" w:eastAsia="Times New Roman" w:hAnsi="Corbel"/>
          <w:b w:val="0"/>
          <w:smallCaps w:val="0"/>
          <w:lang w:eastAsia="pl-PL"/>
        </w:rPr>
        <w:t>przykład</w:t>
      </w:r>
      <w:r w:rsidR="7EC794E8" w:rsidRPr="216210BF">
        <w:rPr>
          <w:rFonts w:ascii="Corbel" w:eastAsia="Times New Roman" w:hAnsi="Corbel"/>
          <w:b w:val="0"/>
          <w:smallCaps w:val="0"/>
          <w:lang w:eastAsia="pl-PL"/>
        </w:rPr>
        <w:t xml:space="preserve">y </w:t>
      </w:r>
      <w:r w:rsidR="64809DE5" w:rsidRPr="216210BF">
        <w:rPr>
          <w:rFonts w:ascii="Corbel" w:eastAsia="Times New Roman" w:hAnsi="Corbel"/>
          <w:b w:val="0"/>
          <w:smallCaps w:val="0"/>
          <w:lang w:eastAsia="pl-PL"/>
        </w:rPr>
        <w:t>są</w:t>
      </w:r>
      <w:r w:rsidR="7EC794E8" w:rsidRPr="216210BF">
        <w:rPr>
          <w:rFonts w:ascii="Corbel" w:eastAsia="Times New Roman" w:hAnsi="Corbel"/>
          <w:b w:val="0"/>
          <w:smallCaps w:val="0"/>
          <w:lang w:eastAsia="pl-PL"/>
        </w:rPr>
        <w:t xml:space="preserve"> podstawą do samodzielne</w:t>
      </w:r>
      <w:r w:rsidR="0970956A" w:rsidRPr="216210BF">
        <w:rPr>
          <w:rFonts w:ascii="Corbel" w:eastAsia="Times New Roman" w:hAnsi="Corbel"/>
          <w:b w:val="0"/>
          <w:smallCaps w:val="0"/>
          <w:lang w:eastAsia="pl-PL"/>
        </w:rPr>
        <w:t>j</w:t>
      </w:r>
      <w:r w:rsidR="7EC794E8" w:rsidRPr="216210BF">
        <w:rPr>
          <w:rFonts w:ascii="Corbel" w:eastAsia="Times New Roman" w:hAnsi="Corbel"/>
          <w:b w:val="0"/>
          <w:smallCaps w:val="0"/>
          <w:lang w:eastAsia="pl-PL"/>
        </w:rPr>
        <w:t xml:space="preserve"> </w:t>
      </w:r>
      <w:r w:rsidR="32521BAE" w:rsidRPr="216210BF">
        <w:rPr>
          <w:rFonts w:ascii="Corbel" w:eastAsia="Times New Roman" w:hAnsi="Corbel"/>
          <w:b w:val="0"/>
          <w:smallCaps w:val="0"/>
          <w:lang w:eastAsia="pl-PL"/>
        </w:rPr>
        <w:t xml:space="preserve">realizacji </w:t>
      </w:r>
      <w:r w:rsidR="7EC794E8" w:rsidRPr="216210BF">
        <w:rPr>
          <w:rFonts w:ascii="Corbel" w:eastAsia="Times New Roman" w:hAnsi="Corbel"/>
          <w:b w:val="0"/>
          <w:smallCaps w:val="0"/>
          <w:lang w:eastAsia="pl-PL"/>
        </w:rPr>
        <w:t>projektu</w:t>
      </w:r>
      <w:r w:rsidR="3EDC9E4C" w:rsidRPr="216210BF">
        <w:rPr>
          <w:rFonts w:ascii="Corbel" w:eastAsia="Times New Roman" w:hAnsi="Corbel"/>
          <w:b w:val="0"/>
          <w:smallCaps w:val="0"/>
          <w:lang w:eastAsia="pl-PL"/>
        </w:rPr>
        <w:t xml:space="preserve"> e-biznesowego w postaci</w:t>
      </w:r>
      <w:r w:rsidR="7EC794E8" w:rsidRPr="216210BF">
        <w:rPr>
          <w:rFonts w:ascii="Corbel" w:eastAsia="Times New Roman" w:hAnsi="Corbel"/>
          <w:b w:val="0"/>
          <w:smallCaps w:val="0"/>
          <w:lang w:eastAsia="pl-PL"/>
        </w:rPr>
        <w:t xml:space="preserve"> </w:t>
      </w:r>
      <w:r w:rsidR="08DF20B7" w:rsidRPr="216210BF">
        <w:rPr>
          <w:rFonts w:ascii="Corbel" w:eastAsia="Times New Roman" w:hAnsi="Corbel"/>
          <w:b w:val="0"/>
          <w:smallCaps w:val="0"/>
          <w:lang w:eastAsia="pl-PL"/>
        </w:rPr>
        <w:t>portalu</w:t>
      </w:r>
      <w:r w:rsidR="6736D382" w:rsidRPr="216210BF">
        <w:rPr>
          <w:rFonts w:ascii="Corbel" w:eastAsia="Times New Roman" w:hAnsi="Corbel"/>
          <w:b w:val="0"/>
          <w:smallCaps w:val="0"/>
          <w:lang w:eastAsia="pl-PL"/>
        </w:rPr>
        <w:t xml:space="preserve"> </w:t>
      </w:r>
      <w:r w:rsidR="2907E759" w:rsidRPr="216210BF">
        <w:rPr>
          <w:rFonts w:ascii="Corbel" w:eastAsia="Times New Roman" w:hAnsi="Corbel"/>
          <w:b w:val="0"/>
          <w:smallCaps w:val="0"/>
          <w:lang w:eastAsia="pl-PL"/>
        </w:rPr>
        <w:t>internetowego</w:t>
      </w:r>
      <w:r w:rsidR="46FF3F23" w:rsidRPr="216210BF">
        <w:rPr>
          <w:rFonts w:ascii="Corbel" w:eastAsia="Times New Roman" w:hAnsi="Corbel"/>
          <w:b w:val="0"/>
          <w:smallCaps w:val="0"/>
          <w:lang w:eastAsia="pl-PL"/>
        </w:rPr>
        <w:t xml:space="preserve"> (serwisu internetowego)</w:t>
      </w:r>
      <w:r w:rsidR="2907E759" w:rsidRPr="216210BF">
        <w:rPr>
          <w:rFonts w:ascii="Corbel" w:eastAsia="Times New Roman" w:hAnsi="Corbel"/>
          <w:b w:val="0"/>
          <w:smallCaps w:val="0"/>
          <w:lang w:eastAsia="pl-PL"/>
        </w:rPr>
        <w:t xml:space="preserve">. </w:t>
      </w:r>
    </w:p>
    <w:p w14:paraId="190EE82A" w14:textId="1D21C1D5" w:rsidR="216210BF" w:rsidRDefault="216210BF" w:rsidP="216210BF">
      <w:pPr>
        <w:pStyle w:val="Punktygwne"/>
        <w:spacing w:before="0" w:after="0"/>
        <w:jc w:val="both"/>
        <w:rPr>
          <w:rFonts w:ascii="Corbel" w:eastAsia="Times New Roman" w:hAnsi="Corbel"/>
          <w:b w:val="0"/>
          <w:smallCaps w:val="0"/>
          <w:lang w:eastAsia="pl-PL"/>
        </w:rPr>
      </w:pPr>
    </w:p>
    <w:p w14:paraId="71803A41" w14:textId="77777777" w:rsidR="0085747A" w:rsidRPr="00AC642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 xml:space="preserve">4. </w:t>
      </w:r>
      <w:r w:rsidR="0085747A" w:rsidRPr="00AC642D">
        <w:rPr>
          <w:rFonts w:ascii="Corbel" w:hAnsi="Corbel"/>
          <w:smallCaps w:val="0"/>
          <w:szCs w:val="24"/>
        </w:rPr>
        <w:t>METODY I KRYTERIA OCENY</w:t>
      </w:r>
    </w:p>
    <w:p w14:paraId="5F47CADE" w14:textId="77777777" w:rsidR="00923D7D" w:rsidRPr="00AC642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3E9F35" w14:textId="77777777" w:rsidR="0085747A" w:rsidRPr="00AC642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C642D">
        <w:rPr>
          <w:rFonts w:ascii="Corbel" w:hAnsi="Corbel"/>
          <w:smallCaps w:val="0"/>
          <w:szCs w:val="24"/>
        </w:rPr>
        <w:t>uczenia się</w:t>
      </w:r>
    </w:p>
    <w:p w14:paraId="5D6E980F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5531"/>
        <w:gridCol w:w="2117"/>
      </w:tblGrid>
      <w:tr w:rsidR="0085747A" w:rsidRPr="00AC642D" w14:paraId="63579C1C" w14:textId="77777777" w:rsidTr="26FC0260">
        <w:tc>
          <w:tcPr>
            <w:tcW w:w="1872" w:type="dxa"/>
            <w:vAlign w:val="center"/>
          </w:tcPr>
          <w:p w14:paraId="76CC4F30" w14:textId="77777777" w:rsidR="0085747A" w:rsidRPr="00AC642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31" w:type="dxa"/>
            <w:vAlign w:val="center"/>
          </w:tcPr>
          <w:p w14:paraId="1706D92E" w14:textId="77777777" w:rsidR="0085747A" w:rsidRPr="00C85370" w:rsidRDefault="00F974DA" w:rsidP="00C853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7CC66D2F" w14:textId="77777777" w:rsidR="0085747A" w:rsidRPr="00AC642D" w:rsidRDefault="0085747A" w:rsidP="00C853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9B340C" w:rsidRPr="00AC642D" w14:paraId="0676EADA" w14:textId="77777777" w:rsidTr="26FC0260">
        <w:tc>
          <w:tcPr>
            <w:tcW w:w="1872" w:type="dxa"/>
          </w:tcPr>
          <w:p w14:paraId="330CB7B6" w14:textId="77777777" w:rsidR="009B340C" w:rsidRPr="00AC642D" w:rsidRDefault="00C85370" w:rsidP="009B340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B340C" w:rsidRPr="00AC642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31" w:type="dxa"/>
          </w:tcPr>
          <w:p w14:paraId="09F09D48" w14:textId="234ADC1C" w:rsidR="009B340C" w:rsidRPr="00AC642D" w:rsidRDefault="009B340C" w:rsidP="216210B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ocena sprawności i umiejętności w modyfikacji serwisu</w:t>
            </w:r>
          </w:p>
        </w:tc>
        <w:tc>
          <w:tcPr>
            <w:tcW w:w="2117" w:type="dxa"/>
          </w:tcPr>
          <w:p w14:paraId="6ECE96AA" w14:textId="77777777" w:rsidR="009B340C" w:rsidRPr="00AC642D" w:rsidRDefault="009B340C" w:rsidP="009B340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9B340C" w:rsidRPr="00AC642D" w14:paraId="47057EF6" w14:textId="77777777" w:rsidTr="26FC0260">
        <w:tc>
          <w:tcPr>
            <w:tcW w:w="1872" w:type="dxa"/>
          </w:tcPr>
          <w:p w14:paraId="1B1C60AC" w14:textId="77777777" w:rsidR="009B340C" w:rsidRPr="00AC642D" w:rsidRDefault="00C85370" w:rsidP="009B340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B340C" w:rsidRPr="00AC642D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531" w:type="dxa"/>
          </w:tcPr>
          <w:p w14:paraId="2AB57828" w14:textId="7645DCFF" w:rsidR="009B340C" w:rsidRPr="00AC642D" w:rsidRDefault="009B340C" w:rsidP="216210B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ocena sprawności i umiejętności w modyfikacji serwisu</w:t>
            </w:r>
          </w:p>
        </w:tc>
        <w:tc>
          <w:tcPr>
            <w:tcW w:w="2117" w:type="dxa"/>
          </w:tcPr>
          <w:p w14:paraId="0ECF6FED" w14:textId="77777777" w:rsidR="009B340C" w:rsidRPr="00AC642D" w:rsidRDefault="009B340C" w:rsidP="009B340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9B340C" w:rsidRPr="00AC642D" w14:paraId="37192F84" w14:textId="77777777" w:rsidTr="26FC0260">
        <w:tc>
          <w:tcPr>
            <w:tcW w:w="1872" w:type="dxa"/>
          </w:tcPr>
          <w:p w14:paraId="38E46F1F" w14:textId="77777777" w:rsidR="009B340C" w:rsidRPr="00AC642D" w:rsidRDefault="00C85370" w:rsidP="009B340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B340C" w:rsidRPr="00AC642D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531" w:type="dxa"/>
          </w:tcPr>
          <w:p w14:paraId="2E87C43E" w14:textId="00926E04" w:rsidR="009B340C" w:rsidRPr="00AC642D" w:rsidRDefault="009B340C" w:rsidP="216210B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ocena sprawności i umiejętności w modyfikacji serwisu</w:t>
            </w:r>
          </w:p>
        </w:tc>
        <w:tc>
          <w:tcPr>
            <w:tcW w:w="2117" w:type="dxa"/>
          </w:tcPr>
          <w:p w14:paraId="2980390B" w14:textId="77777777" w:rsidR="009B340C" w:rsidRPr="00AC642D" w:rsidRDefault="009B340C" w:rsidP="009B340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9B340C" w:rsidRPr="00AC642D" w14:paraId="7F4ED035" w14:textId="77777777" w:rsidTr="26FC0260">
        <w:tc>
          <w:tcPr>
            <w:tcW w:w="1872" w:type="dxa"/>
          </w:tcPr>
          <w:p w14:paraId="5C40B098" w14:textId="77777777" w:rsidR="009B340C" w:rsidRPr="00AC642D" w:rsidRDefault="00C85370" w:rsidP="009B340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B340C" w:rsidRPr="00AC642D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531" w:type="dxa"/>
          </w:tcPr>
          <w:p w14:paraId="38C3A8A9" w14:textId="1F8D921C" w:rsidR="009B340C" w:rsidRPr="00AC642D" w:rsidRDefault="009B340C" w:rsidP="26FC02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26FC0260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obserwacja prezentowanego stanowiska i postawy </w:t>
            </w:r>
            <w:r>
              <w:br/>
            </w:r>
            <w:r w:rsidRPr="26FC0260">
              <w:rPr>
                <w:rFonts w:ascii="Corbel" w:eastAsia="Times New Roman" w:hAnsi="Corbel"/>
                <w:b w:val="0"/>
                <w:smallCaps w:val="0"/>
                <w:lang w:eastAsia="pl-PL"/>
              </w:rPr>
              <w:t>w</w:t>
            </w:r>
            <w:r w:rsidR="43197DC1" w:rsidRPr="26FC0260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</w:t>
            </w:r>
            <w:r w:rsidRPr="26FC0260">
              <w:rPr>
                <w:rFonts w:ascii="Corbel" w:eastAsia="Times New Roman" w:hAnsi="Corbel"/>
                <w:b w:val="0"/>
                <w:smallCaps w:val="0"/>
                <w:lang w:eastAsia="pl-PL"/>
              </w:rPr>
              <w:t>trakcie realizacji zajęć</w:t>
            </w:r>
          </w:p>
        </w:tc>
        <w:tc>
          <w:tcPr>
            <w:tcW w:w="2117" w:type="dxa"/>
          </w:tcPr>
          <w:p w14:paraId="452A3562" w14:textId="77777777" w:rsidR="009B340C" w:rsidRPr="00AC642D" w:rsidRDefault="009B340C" w:rsidP="009B340C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C642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</w:tbl>
    <w:p w14:paraId="0D9678C5" w14:textId="77777777" w:rsidR="00923D7D" w:rsidRPr="00AC642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A3C640" w14:textId="77777777" w:rsidR="0085747A" w:rsidRPr="00AC642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 xml:space="preserve">4.2 </w:t>
      </w:r>
      <w:r w:rsidR="0085747A" w:rsidRPr="00AC642D">
        <w:rPr>
          <w:rFonts w:ascii="Corbel" w:hAnsi="Corbel"/>
          <w:smallCaps w:val="0"/>
          <w:szCs w:val="24"/>
        </w:rPr>
        <w:t>Warunki zaliczenia przedmiotu (kryteria oceniania)</w:t>
      </w:r>
    </w:p>
    <w:p w14:paraId="05F9774B" w14:textId="77777777" w:rsidR="00923D7D" w:rsidRPr="00AC642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C642D" w14:paraId="29D4CB9E" w14:textId="77777777" w:rsidTr="11688425">
        <w:tc>
          <w:tcPr>
            <w:tcW w:w="9670" w:type="dxa"/>
          </w:tcPr>
          <w:p w14:paraId="59659AD7" w14:textId="3A9F1FE2" w:rsidR="0085747A" w:rsidRPr="00AC642D" w:rsidRDefault="009B340C" w:rsidP="21621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Zaprezentowanie indywidualnego projektu e-biznesowego (portal/wortal)</w:t>
            </w:r>
            <w:r w:rsidR="0A40772C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- ocena stopnia jego zawansowania/ trudności</w:t>
            </w: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, omówienie przyjętych w jego budowie założeń </w:t>
            </w:r>
            <w:r w:rsidR="1EA509ED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teoretycznych </w:t>
            </w: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oraz wykazanie się umiejętnością zarządzania nim</w:t>
            </w:r>
            <w:r w:rsidR="5A23E83D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</w:t>
            </w:r>
            <w:r w:rsidR="1BEED450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(</w:t>
            </w:r>
            <w:r w:rsidR="27C51927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co stanowi </w:t>
            </w:r>
            <w:r w:rsidR="5A23E83D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praktyczny</w:t>
            </w:r>
            <w:r w:rsidR="1BAC9C20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</w:t>
            </w:r>
            <w:r w:rsidR="5C385F96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test </w:t>
            </w:r>
            <w:r w:rsidR="1BAC9C20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umiejętności administratora portalu</w:t>
            </w:r>
            <w:r w:rsidR="29FA67DA"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)</w:t>
            </w:r>
            <w:r w:rsidRPr="216210BF">
              <w:rPr>
                <w:rFonts w:ascii="Corbel" w:eastAsia="Times New Roman" w:hAnsi="Corbel"/>
                <w:b w:val="0"/>
                <w:smallCaps w:val="0"/>
                <w:lang w:eastAsia="pl-PL"/>
              </w:rPr>
              <w:t>.</w:t>
            </w:r>
            <w:r w:rsidRPr="216210BF">
              <w:rPr>
                <w:rFonts w:ascii="Corbel" w:hAnsi="Corbel"/>
                <w:b w:val="0"/>
                <w:smallCaps w:val="0"/>
              </w:rPr>
              <w:t xml:space="preserve"> </w:t>
            </w:r>
            <w:r w:rsidR="3C2668AF" w:rsidRPr="216210BF">
              <w:rPr>
                <w:rFonts w:ascii="Corbel" w:hAnsi="Corbel"/>
                <w:b w:val="0"/>
                <w:smallCaps w:val="0"/>
              </w:rPr>
              <w:t xml:space="preserve"> Ocena</w:t>
            </w:r>
            <w:r w:rsidR="07144887" w:rsidRPr="216210BF">
              <w:rPr>
                <w:rFonts w:ascii="Corbel" w:hAnsi="Corbel"/>
                <w:b w:val="0"/>
                <w:smallCaps w:val="0"/>
              </w:rPr>
              <w:t xml:space="preserve"> końcowa</w:t>
            </w:r>
            <w:r w:rsidR="3C2668AF" w:rsidRPr="216210BF">
              <w:rPr>
                <w:rFonts w:ascii="Corbel" w:hAnsi="Corbel"/>
                <w:b w:val="0"/>
                <w:smallCaps w:val="0"/>
              </w:rPr>
              <w:t xml:space="preserve"> jest oparta na średniej </w:t>
            </w:r>
            <w:r w:rsidR="26C0A208" w:rsidRPr="216210BF">
              <w:rPr>
                <w:rFonts w:ascii="Corbel" w:hAnsi="Corbel"/>
                <w:b w:val="0"/>
                <w:smallCaps w:val="0"/>
              </w:rPr>
              <w:t>arytmetycznej uwzględniającej powyższe aspekty.</w:t>
            </w:r>
          </w:p>
          <w:p w14:paraId="4E9E904E" w14:textId="489F89C3" w:rsidR="0085747A" w:rsidRPr="00AC642D" w:rsidRDefault="35BFD24B" w:rsidP="11688425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11688425">
              <w:rPr>
                <w:rFonts w:ascii="Corbel" w:eastAsia="Times New Roman" w:hAnsi="Corbel"/>
                <w:sz w:val="24"/>
                <w:szCs w:val="24"/>
                <w:lang w:eastAsia="pl-PL"/>
              </w:rPr>
              <w:t>Zasady oceniania</w:t>
            </w:r>
            <w:r w:rsidR="4B4859A9" w:rsidRPr="116884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</w:t>
            </w:r>
            <w:r w:rsidR="014D749E" w:rsidRPr="116884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odsetek </w:t>
            </w:r>
            <w:r w:rsidR="4B4859A9" w:rsidRPr="11688425">
              <w:rPr>
                <w:rFonts w:ascii="Corbel" w:eastAsia="Times New Roman" w:hAnsi="Corbel"/>
                <w:sz w:val="24"/>
                <w:szCs w:val="24"/>
                <w:lang w:eastAsia="pl-PL"/>
              </w:rPr>
              <w:t>możliwych do zdobycia punktów - ocena)</w:t>
            </w:r>
            <w:r w:rsidRPr="116884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: </w:t>
            </w:r>
          </w:p>
          <w:p w14:paraId="4C1C564D" w14:textId="5587D5E6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&lt;  51%                         ndst </w:t>
            </w:r>
          </w:p>
          <w:p w14:paraId="58BAA917" w14:textId="57814DE9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51% - 61%                 dst </w:t>
            </w:r>
          </w:p>
          <w:p w14:paraId="2E25D0CA" w14:textId="71B9EF28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>61% - 71%                 dst plus</w:t>
            </w:r>
          </w:p>
          <w:p w14:paraId="494ED51F" w14:textId="67D42BDA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>71% - 81%                 db</w:t>
            </w:r>
          </w:p>
          <w:p w14:paraId="33F0BB4C" w14:textId="15F321A6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t>81% - 91%                 db plus</w:t>
            </w:r>
          </w:p>
          <w:p w14:paraId="4E623D41" w14:textId="7F35025F" w:rsidR="0085747A" w:rsidRPr="00AC642D" w:rsidRDefault="35BFD24B" w:rsidP="216210BF">
            <w:pPr>
              <w:spacing w:after="0"/>
              <w:rPr>
                <w:rFonts w:ascii="Corbel" w:eastAsia="Times New Roman" w:hAnsi="Corbel"/>
                <w:lang w:eastAsia="pl-PL"/>
              </w:rPr>
            </w:pPr>
            <w:r w:rsidRPr="216210BF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≥  91%                         bdb</w:t>
            </w:r>
          </w:p>
        </w:tc>
      </w:tr>
    </w:tbl>
    <w:p w14:paraId="6394408B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7CEDA9" w14:textId="77777777" w:rsidR="009F4610" w:rsidRPr="00AC642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C642D">
        <w:rPr>
          <w:rFonts w:ascii="Corbel" w:hAnsi="Corbel"/>
          <w:b/>
          <w:sz w:val="24"/>
          <w:szCs w:val="24"/>
        </w:rPr>
        <w:t xml:space="preserve">5. </w:t>
      </w:r>
      <w:r w:rsidR="00C61DC5" w:rsidRPr="00AC642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8B64C14" w14:textId="77777777" w:rsidR="0085747A" w:rsidRPr="00AC64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C642D" w14:paraId="2D4FEA97" w14:textId="77777777" w:rsidTr="003E1941">
        <w:tc>
          <w:tcPr>
            <w:tcW w:w="4962" w:type="dxa"/>
            <w:vAlign w:val="center"/>
          </w:tcPr>
          <w:p w14:paraId="64917361" w14:textId="77777777" w:rsidR="0085747A" w:rsidRPr="00AC64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4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C642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C64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044175" w14:textId="256F9F40" w:rsidR="0085747A" w:rsidRPr="00AC64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64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C642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E2EE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C64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C642D" w14:paraId="3C2F3027" w14:textId="77777777" w:rsidTr="00923D7D">
        <w:tc>
          <w:tcPr>
            <w:tcW w:w="4962" w:type="dxa"/>
          </w:tcPr>
          <w:p w14:paraId="6DE76876" w14:textId="77777777" w:rsidR="0085747A" w:rsidRPr="00AC64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G</w:t>
            </w:r>
            <w:r w:rsidR="0085747A" w:rsidRPr="00AC642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C642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C642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C642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C642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C642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C642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9F6D41" w14:textId="77777777" w:rsidR="0085747A" w:rsidRPr="00AC642D" w:rsidRDefault="009B340C" w:rsidP="00C853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C642D" w14:paraId="4D590BCC" w14:textId="77777777" w:rsidTr="00923D7D">
        <w:tc>
          <w:tcPr>
            <w:tcW w:w="4962" w:type="dxa"/>
          </w:tcPr>
          <w:p w14:paraId="79572454" w14:textId="77777777" w:rsidR="00C61DC5" w:rsidRPr="00AC642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C642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F199464" w14:textId="77777777" w:rsidR="00C61DC5" w:rsidRPr="00AC642D" w:rsidRDefault="00C85370" w:rsidP="00C853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AC642D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 w:rsidR="00C61DC5" w:rsidRPr="00AC642D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czeniu</w:t>
            </w:r>
            <w:r w:rsidR="00C61DC5" w:rsidRPr="00AC64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35E8D21" w14:textId="77777777" w:rsidR="00C61DC5" w:rsidRPr="00AC642D" w:rsidRDefault="009B340C" w:rsidP="00C853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C642D" w14:paraId="63E688D5" w14:textId="77777777" w:rsidTr="00923D7D">
        <w:tc>
          <w:tcPr>
            <w:tcW w:w="4962" w:type="dxa"/>
          </w:tcPr>
          <w:p w14:paraId="170A5329" w14:textId="36E38E3E" w:rsidR="00C61DC5" w:rsidRPr="00AC642D" w:rsidRDefault="00C61DC5" w:rsidP="007D08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D080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C642D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B340C" w:rsidRPr="00AC642D">
              <w:rPr>
                <w:rFonts w:ascii="Corbel" w:hAnsi="Corbel"/>
                <w:sz w:val="24"/>
                <w:szCs w:val="24"/>
              </w:rPr>
              <w:t>opracowanie  projektu portalu</w:t>
            </w:r>
            <w:r w:rsidRPr="00AC64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22516C1" w14:textId="77777777" w:rsidR="00C61DC5" w:rsidRPr="00AC642D" w:rsidRDefault="009B340C" w:rsidP="00C853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AC642D" w14:paraId="5E20F7AE" w14:textId="77777777" w:rsidTr="00923D7D">
        <w:tc>
          <w:tcPr>
            <w:tcW w:w="4962" w:type="dxa"/>
          </w:tcPr>
          <w:p w14:paraId="1E1C3F5B" w14:textId="77777777" w:rsidR="0085747A" w:rsidRPr="00AC642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CB746B9" w14:textId="77777777" w:rsidR="0085747A" w:rsidRPr="00AC642D" w:rsidRDefault="009B340C" w:rsidP="00C853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AC642D" w14:paraId="4644777D" w14:textId="77777777" w:rsidTr="00923D7D">
        <w:tc>
          <w:tcPr>
            <w:tcW w:w="4962" w:type="dxa"/>
          </w:tcPr>
          <w:p w14:paraId="31CAAB33" w14:textId="77777777" w:rsidR="0085747A" w:rsidRPr="00AC642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C64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71686F6" w14:textId="77777777" w:rsidR="0085747A" w:rsidRPr="00AC642D" w:rsidRDefault="009B340C" w:rsidP="00C853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C642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BA8D45F" w14:textId="77777777" w:rsidR="0085747A" w:rsidRPr="00AC642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C642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C642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E811D0" w14:textId="77777777" w:rsidR="003E1941" w:rsidRPr="00AC642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000F1D" w14:textId="77777777" w:rsidR="0085747A" w:rsidRPr="00AC642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 xml:space="preserve">6. </w:t>
      </w:r>
      <w:r w:rsidR="0085747A" w:rsidRPr="00AC642D">
        <w:rPr>
          <w:rFonts w:ascii="Corbel" w:hAnsi="Corbel"/>
          <w:smallCaps w:val="0"/>
          <w:szCs w:val="24"/>
        </w:rPr>
        <w:t>PRAKTYKI ZAWO</w:t>
      </w:r>
      <w:r w:rsidR="009D3F3B" w:rsidRPr="00AC642D">
        <w:rPr>
          <w:rFonts w:ascii="Corbel" w:hAnsi="Corbel"/>
          <w:smallCaps w:val="0"/>
          <w:szCs w:val="24"/>
        </w:rPr>
        <w:t>DOWE W RAMACH PRZEDMIOTU</w:t>
      </w:r>
    </w:p>
    <w:p w14:paraId="0D508801" w14:textId="77777777" w:rsidR="0085747A" w:rsidRPr="00AC642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AC642D" w14:paraId="5B38A6FD" w14:textId="77777777" w:rsidTr="00C85370">
        <w:trPr>
          <w:trHeight w:val="397"/>
        </w:trPr>
        <w:tc>
          <w:tcPr>
            <w:tcW w:w="4082" w:type="dxa"/>
          </w:tcPr>
          <w:p w14:paraId="657E583E" w14:textId="77777777" w:rsidR="0085747A" w:rsidRPr="00AC64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B0C201C" w14:textId="77777777" w:rsidR="0085747A" w:rsidRPr="00AC642D" w:rsidRDefault="00C85370" w:rsidP="00C853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C642D" w14:paraId="722AF212" w14:textId="77777777" w:rsidTr="00C85370">
        <w:trPr>
          <w:trHeight w:val="397"/>
        </w:trPr>
        <w:tc>
          <w:tcPr>
            <w:tcW w:w="4082" w:type="dxa"/>
          </w:tcPr>
          <w:p w14:paraId="276B296E" w14:textId="77777777" w:rsidR="0085747A" w:rsidRPr="00AC64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5211B8E" w14:textId="77777777" w:rsidR="0085747A" w:rsidRPr="00AC642D" w:rsidRDefault="00C85370" w:rsidP="00C853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495946C" w14:textId="77777777" w:rsidR="003E1941" w:rsidRPr="00AC642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6BE50D" w14:textId="77777777" w:rsidR="009571E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C642D">
        <w:rPr>
          <w:rFonts w:ascii="Corbel" w:hAnsi="Corbel"/>
          <w:smallCaps w:val="0"/>
          <w:szCs w:val="24"/>
        </w:rPr>
        <w:t xml:space="preserve">7. </w:t>
      </w:r>
      <w:r w:rsidR="0085747A" w:rsidRPr="00AC642D">
        <w:rPr>
          <w:rFonts w:ascii="Corbel" w:hAnsi="Corbel"/>
          <w:smallCaps w:val="0"/>
          <w:szCs w:val="24"/>
        </w:rPr>
        <w:t>LITERATURA</w:t>
      </w:r>
    </w:p>
    <w:p w14:paraId="2B3EFA44" w14:textId="77777777" w:rsidR="009571EF" w:rsidRDefault="009571E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B418F" w:rsidRPr="00AC642D" w14:paraId="673DC483" w14:textId="77777777" w:rsidTr="216210BF">
        <w:trPr>
          <w:trHeight w:val="397"/>
        </w:trPr>
        <w:tc>
          <w:tcPr>
            <w:tcW w:w="9497" w:type="dxa"/>
          </w:tcPr>
          <w:p w14:paraId="2A13D4AD" w14:textId="77777777" w:rsidR="009B418F" w:rsidRPr="00AC642D" w:rsidRDefault="009B418F" w:rsidP="00805E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D2BFBF" w14:textId="77777777" w:rsidR="009B418F" w:rsidRPr="00AC642D" w:rsidRDefault="009B418F" w:rsidP="00805E9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Halligan B., Dharmesh S., </w:t>
            </w:r>
            <w:r w:rsidRPr="00AC642D">
              <w:rPr>
                <w:rFonts w:ascii="Corbel" w:hAnsi="Corbel"/>
                <w:b w:val="0"/>
                <w:i/>
                <w:smallCaps w:val="0"/>
                <w:szCs w:val="24"/>
              </w:rPr>
              <w:t>Daj się poznać w Google, serwisach społecznościowych i na blogu</w:t>
            </w:r>
            <w:r w:rsidRPr="00AC642D">
              <w:rPr>
                <w:rFonts w:ascii="Corbel" w:hAnsi="Corbel"/>
                <w:b w:val="0"/>
                <w:smallCaps w:val="0"/>
                <w:szCs w:val="24"/>
              </w:rPr>
              <w:t>, Wydawnictwo Helion, Gliwice 2016</w:t>
            </w:r>
          </w:p>
          <w:p w14:paraId="1112E67E" w14:textId="77777777" w:rsidR="009B418F" w:rsidRPr="00AC642D" w:rsidRDefault="009B418F" w:rsidP="00805E9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787FF3">
              <w:rPr>
                <w:rFonts w:ascii="Corbel" w:hAnsi="Corbel"/>
                <w:b w:val="0"/>
                <w:i/>
                <w:smallCaps w:val="0"/>
                <w:szCs w:val="24"/>
              </w:rPr>
              <w:t>Biblia e-biznesu</w:t>
            </w: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hyperlink r:id="rId11" w:history="1">
              <w:r w:rsidRPr="00AC642D">
                <w:rPr>
                  <w:rFonts w:ascii="Corbel" w:hAnsi="Corbel"/>
                  <w:b w:val="0"/>
                  <w:smallCaps w:val="0"/>
                  <w:szCs w:val="24"/>
                </w:rPr>
                <w:t>Opracowanie zbiorowe</w:t>
              </w:r>
            </w:hyperlink>
            <w:r w:rsidRPr="00AC642D">
              <w:rPr>
                <w:rFonts w:ascii="Corbel" w:hAnsi="Corbel"/>
                <w:b w:val="0"/>
                <w:smallCaps w:val="0"/>
                <w:szCs w:val="24"/>
              </w:rPr>
              <w:t>, </w:t>
            </w:r>
            <w:hyperlink r:id="rId12" w:history="1">
              <w:r w:rsidRPr="00AC642D">
                <w:rPr>
                  <w:rFonts w:ascii="Corbel" w:hAnsi="Corbel"/>
                  <w:b w:val="0"/>
                  <w:smallCaps w:val="0"/>
                  <w:szCs w:val="24"/>
                </w:rPr>
                <w:t>Wydawnictwo Helion</w:t>
              </w:r>
            </w:hyperlink>
            <w:r w:rsidRPr="00AC642D">
              <w:rPr>
                <w:rFonts w:ascii="Corbel" w:hAnsi="Corbel"/>
                <w:b w:val="0"/>
                <w:smallCaps w:val="0"/>
                <w:szCs w:val="24"/>
              </w:rPr>
              <w:t>, Gliwice 2013</w:t>
            </w:r>
          </w:p>
          <w:p w14:paraId="1D213D07" w14:textId="77777777" w:rsidR="009B418F" w:rsidRPr="00AC642D" w:rsidRDefault="009B418F" w:rsidP="00805E9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Danowski B., </w:t>
            </w:r>
            <w:r w:rsidRPr="00AC642D">
              <w:rPr>
                <w:rFonts w:ascii="Corbel" w:hAnsi="Corbel"/>
                <w:b w:val="0"/>
                <w:i/>
                <w:smallCaps w:val="0"/>
                <w:szCs w:val="24"/>
              </w:rPr>
              <w:t>Tworzenie stron WWW w praktyce</w:t>
            </w: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hyperlink r:id="rId13" w:history="1">
              <w:r w:rsidRPr="00AC642D">
                <w:rPr>
                  <w:rFonts w:ascii="Corbel" w:hAnsi="Corbel"/>
                  <w:b w:val="0"/>
                  <w:smallCaps w:val="0"/>
                  <w:szCs w:val="24"/>
                </w:rPr>
                <w:t>Wydawnictwo Helion</w:t>
              </w:r>
            </w:hyperlink>
            <w:r w:rsidRPr="00AC642D">
              <w:rPr>
                <w:rFonts w:ascii="Corbel" w:hAnsi="Corbel"/>
                <w:b w:val="0"/>
                <w:smallCaps w:val="0"/>
                <w:szCs w:val="24"/>
              </w:rPr>
              <w:t>, Gliwice 2014</w:t>
            </w:r>
          </w:p>
          <w:p w14:paraId="1F2EF370" w14:textId="77777777" w:rsidR="009B418F" w:rsidRPr="00AC642D" w:rsidRDefault="009B418F" w:rsidP="00805E9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Sokól M., </w:t>
            </w:r>
            <w:r w:rsidRPr="00AC642D">
              <w:rPr>
                <w:rFonts w:ascii="Corbel" w:hAnsi="Corbel"/>
                <w:b w:val="0"/>
                <w:i/>
                <w:smallCaps w:val="0"/>
                <w:szCs w:val="24"/>
              </w:rPr>
              <w:t>Tworzenie stron WWW. Ćwiczenia praktyczne</w:t>
            </w:r>
            <w:r w:rsidRPr="00AC642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hyperlink r:id="rId14" w:history="1">
              <w:r w:rsidRPr="00AC642D">
                <w:rPr>
                  <w:rFonts w:ascii="Corbel" w:hAnsi="Corbel"/>
                  <w:b w:val="0"/>
                  <w:smallCaps w:val="0"/>
                  <w:szCs w:val="24"/>
                </w:rPr>
                <w:t>Wydawnictwo Helion</w:t>
              </w:r>
            </w:hyperlink>
            <w:r w:rsidRPr="00AC642D">
              <w:rPr>
                <w:rFonts w:ascii="Corbel" w:hAnsi="Corbel"/>
                <w:b w:val="0"/>
                <w:smallCaps w:val="0"/>
                <w:szCs w:val="24"/>
              </w:rPr>
              <w:t>, Gliwice 2012</w:t>
            </w:r>
          </w:p>
        </w:tc>
      </w:tr>
      <w:tr w:rsidR="009B418F" w:rsidRPr="00AC642D" w14:paraId="24D5AEA1" w14:textId="77777777" w:rsidTr="216210BF">
        <w:trPr>
          <w:trHeight w:val="397"/>
        </w:trPr>
        <w:tc>
          <w:tcPr>
            <w:tcW w:w="9497" w:type="dxa"/>
          </w:tcPr>
          <w:p w14:paraId="47A8B19A" w14:textId="77777777" w:rsidR="009B418F" w:rsidRPr="004E159C" w:rsidRDefault="2152B07B" w:rsidP="00805E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216210BF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9376B7B" w14:textId="7981E295" w:rsidR="68132DC7" w:rsidRDefault="68132DC7" w:rsidP="216210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216210BF">
              <w:rPr>
                <w:rFonts w:ascii="Corbel" w:hAnsi="Corbel"/>
                <w:b w:val="0"/>
                <w:smallCaps w:val="0"/>
                <w:szCs w:val="24"/>
              </w:rPr>
              <w:t>Szura P., Drozd K</w:t>
            </w:r>
            <w:r w:rsidRPr="216210BF">
              <w:rPr>
                <w:rFonts w:ascii="Corbel" w:eastAsia="Corbel" w:hAnsi="Corbel" w:cs="Corbel"/>
                <w:b w:val="0"/>
                <w:szCs w:val="24"/>
              </w:rPr>
              <w:t>.</w:t>
            </w:r>
            <w:r w:rsidR="4DCC36C4" w:rsidRPr="216210BF">
              <w:rPr>
                <w:rFonts w:ascii="Corbel" w:eastAsia="Corbel" w:hAnsi="Corbel" w:cs="Corbel"/>
                <w:b w:val="0"/>
                <w:szCs w:val="24"/>
              </w:rPr>
              <w:t>,</w:t>
            </w:r>
            <w:r w:rsidRPr="216210BF">
              <w:rPr>
                <w:rFonts w:ascii="Corbel" w:eastAsia="Corbel" w:hAnsi="Corbel" w:cs="Corbel"/>
                <w:b w:val="0"/>
                <w:szCs w:val="24"/>
              </w:rPr>
              <w:t xml:space="preserve"> </w:t>
            </w:r>
            <w:r w:rsidRPr="216210B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>Kreowanie wizerunku organizacji w Internecie,</w:t>
            </w:r>
            <w:r w:rsidR="3C0EF865" w:rsidRPr="216210B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  <w:szCs w:val="24"/>
              </w:rPr>
              <w:t xml:space="preserve"> </w:t>
            </w:r>
            <w:hyperlink r:id="rId15">
              <w:r w:rsidR="3C0EF865" w:rsidRPr="216210BF">
                <w:rPr>
                  <w:rFonts w:ascii="Corbel" w:hAnsi="Corbel"/>
                  <w:b w:val="0"/>
                  <w:smallCaps w:val="0"/>
                </w:rPr>
                <w:t>Wydawnictwo</w:t>
              </w:r>
            </w:hyperlink>
            <w:r w:rsidRPr="216210B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MITEL</w:t>
            </w:r>
            <w:r w:rsidRPr="216210BF">
              <w:rPr>
                <w:rFonts w:ascii="Corbel" w:eastAsia="Corbel" w:hAnsi="Corbel" w:cs="Corbel"/>
                <w:b w:val="0"/>
                <w:szCs w:val="24"/>
              </w:rPr>
              <w:t xml:space="preserve">. </w:t>
            </w:r>
            <w:r w:rsidRPr="216210B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Rzeszów 2010</w:t>
            </w:r>
          </w:p>
          <w:p w14:paraId="2DB23CE2" w14:textId="77777777" w:rsidR="009B418F" w:rsidRDefault="2152B07B" w:rsidP="216210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16210BF">
              <w:rPr>
                <w:rFonts w:ascii="Corbel" w:hAnsi="Corbel"/>
                <w:b w:val="0"/>
                <w:smallCaps w:val="0"/>
              </w:rPr>
              <w:t>Lovedy</w:t>
            </w:r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L. , Niehaus S. , </w:t>
            </w:r>
            <w:r w:rsidRPr="216210B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E-biznes : projektowanie dochodowych serwisów</w:t>
            </w:r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/; [tł. Sławomir Dzieniszewski], </w:t>
            </w:r>
            <w:hyperlink r:id="rId16">
              <w:r w:rsidRPr="216210BF">
                <w:rPr>
                  <w:rFonts w:ascii="Corbel" w:hAnsi="Corbel"/>
                  <w:b w:val="0"/>
                  <w:smallCaps w:val="0"/>
                </w:rPr>
                <w:t>Wydawnictwo Helion</w:t>
              </w:r>
            </w:hyperlink>
            <w:r w:rsidRPr="216210BF">
              <w:rPr>
                <w:rFonts w:ascii="Corbel" w:hAnsi="Corbel"/>
                <w:b w:val="0"/>
                <w:smallCaps w:val="0"/>
              </w:rPr>
              <w:t xml:space="preserve">, Gliwice </w:t>
            </w:r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>2009</w:t>
            </w:r>
          </w:p>
          <w:p w14:paraId="29D67F12" w14:textId="77777777" w:rsidR="009B418F" w:rsidRPr="00787FF3" w:rsidRDefault="2152B07B" w:rsidP="216210BF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>Hayes T.,</w:t>
            </w:r>
            <w:r w:rsidRPr="216210BF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Hiperskok : rewolucja internetowa w biznesie</w:t>
            </w:r>
            <w:r w:rsidRPr="216210BF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[tł. Anna Kwaśniewska], Wolters Kluwer, Warszawa 2015</w:t>
            </w:r>
          </w:p>
        </w:tc>
      </w:tr>
    </w:tbl>
    <w:p w14:paraId="34992F34" w14:textId="77777777" w:rsidR="0085747A" w:rsidRPr="00AC642D" w:rsidRDefault="0085747A" w:rsidP="009B41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B4BA20" w14:textId="77777777" w:rsidR="0085747A" w:rsidRPr="00AC64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554E77" w14:textId="77777777" w:rsidR="0085747A" w:rsidRPr="00AC642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C64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C64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C96982" w14:textId="77777777" w:rsidR="00EC36FF" w:rsidRDefault="00EC36FF" w:rsidP="00C16ABF">
      <w:pPr>
        <w:spacing w:after="0" w:line="240" w:lineRule="auto"/>
      </w:pPr>
      <w:r>
        <w:separator/>
      </w:r>
    </w:p>
  </w:endnote>
  <w:endnote w:type="continuationSeparator" w:id="0">
    <w:p w14:paraId="030EF01C" w14:textId="77777777" w:rsidR="00EC36FF" w:rsidRDefault="00EC36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CBC2AE" w14:textId="77777777" w:rsidR="00EC36FF" w:rsidRDefault="00EC36FF" w:rsidP="00C16ABF">
      <w:pPr>
        <w:spacing w:after="0" w:line="240" w:lineRule="auto"/>
      </w:pPr>
      <w:r>
        <w:separator/>
      </w:r>
    </w:p>
  </w:footnote>
  <w:footnote w:type="continuationSeparator" w:id="0">
    <w:p w14:paraId="3C152C3C" w14:textId="77777777" w:rsidR="00EC36FF" w:rsidRDefault="00EC36FF" w:rsidP="00C16ABF">
      <w:pPr>
        <w:spacing w:after="0" w:line="240" w:lineRule="auto"/>
      </w:pPr>
      <w:r>
        <w:continuationSeparator/>
      </w:r>
    </w:p>
  </w:footnote>
  <w:footnote w:id="1">
    <w:p w14:paraId="14901B2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6A5DE1"/>
    <w:multiLevelType w:val="hybridMultilevel"/>
    <w:tmpl w:val="E682CD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DAF572E"/>
    <w:multiLevelType w:val="hybridMultilevel"/>
    <w:tmpl w:val="E682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86D"/>
    <w:rsid w:val="00070ED6"/>
    <w:rsid w:val="000742DC"/>
    <w:rsid w:val="00084C12"/>
    <w:rsid w:val="000870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3280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BE9"/>
    <w:rsid w:val="004C5C11"/>
    <w:rsid w:val="004D5282"/>
    <w:rsid w:val="004F1551"/>
    <w:rsid w:val="004F55A3"/>
    <w:rsid w:val="0050496F"/>
    <w:rsid w:val="00513B6F"/>
    <w:rsid w:val="00514443"/>
    <w:rsid w:val="00517C63"/>
    <w:rsid w:val="005363C4"/>
    <w:rsid w:val="00536BDE"/>
    <w:rsid w:val="00543ACC"/>
    <w:rsid w:val="005570E0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0C9"/>
    <w:rsid w:val="00696477"/>
    <w:rsid w:val="006C117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0809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EE1"/>
    <w:rsid w:val="008E64F4"/>
    <w:rsid w:val="008F12C9"/>
    <w:rsid w:val="008F6E29"/>
    <w:rsid w:val="00916188"/>
    <w:rsid w:val="00923D7D"/>
    <w:rsid w:val="009508DF"/>
    <w:rsid w:val="00950DAC"/>
    <w:rsid w:val="00954A07"/>
    <w:rsid w:val="009571EF"/>
    <w:rsid w:val="00984B23"/>
    <w:rsid w:val="0098B4FA"/>
    <w:rsid w:val="00991867"/>
    <w:rsid w:val="00997F14"/>
    <w:rsid w:val="009A2FC0"/>
    <w:rsid w:val="009A78D9"/>
    <w:rsid w:val="009B340C"/>
    <w:rsid w:val="009B418F"/>
    <w:rsid w:val="009C3E31"/>
    <w:rsid w:val="009C54AE"/>
    <w:rsid w:val="009C788E"/>
    <w:rsid w:val="009C7899"/>
    <w:rsid w:val="009D3F3B"/>
    <w:rsid w:val="009E0543"/>
    <w:rsid w:val="009E3B41"/>
    <w:rsid w:val="009F08FE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42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CAE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37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9E4"/>
    <w:rsid w:val="00D425B2"/>
    <w:rsid w:val="00D428D6"/>
    <w:rsid w:val="00D552B2"/>
    <w:rsid w:val="00D574D7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36FF"/>
    <w:rsid w:val="00EC4899"/>
    <w:rsid w:val="00ED03AB"/>
    <w:rsid w:val="00ED32D2"/>
    <w:rsid w:val="00EE32DE"/>
    <w:rsid w:val="00EE5457"/>
    <w:rsid w:val="00F070AB"/>
    <w:rsid w:val="00F17567"/>
    <w:rsid w:val="00F176B9"/>
    <w:rsid w:val="00F27A7B"/>
    <w:rsid w:val="00F4238E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3E9"/>
    <w:rsid w:val="00FF016A"/>
    <w:rsid w:val="00FF1401"/>
    <w:rsid w:val="00FF5E7D"/>
    <w:rsid w:val="014D749E"/>
    <w:rsid w:val="02D1998C"/>
    <w:rsid w:val="02EDEEB8"/>
    <w:rsid w:val="07144887"/>
    <w:rsid w:val="08D052FA"/>
    <w:rsid w:val="08DF20B7"/>
    <w:rsid w:val="095D3533"/>
    <w:rsid w:val="0970956A"/>
    <w:rsid w:val="0A40772C"/>
    <w:rsid w:val="113AB21E"/>
    <w:rsid w:val="11688425"/>
    <w:rsid w:val="132C27AA"/>
    <w:rsid w:val="15271331"/>
    <w:rsid w:val="19FA8454"/>
    <w:rsid w:val="1AF2CF3B"/>
    <w:rsid w:val="1BAC9C20"/>
    <w:rsid w:val="1BEED450"/>
    <w:rsid w:val="1EA509ED"/>
    <w:rsid w:val="2152B07B"/>
    <w:rsid w:val="216210BF"/>
    <w:rsid w:val="26C0A208"/>
    <w:rsid w:val="26FC0260"/>
    <w:rsid w:val="27C0176C"/>
    <w:rsid w:val="27C51927"/>
    <w:rsid w:val="2907E759"/>
    <w:rsid w:val="295BE7CD"/>
    <w:rsid w:val="29FA67DA"/>
    <w:rsid w:val="2F09F386"/>
    <w:rsid w:val="2FBEB3D7"/>
    <w:rsid w:val="32521BAE"/>
    <w:rsid w:val="33DD64A9"/>
    <w:rsid w:val="358A6FE1"/>
    <w:rsid w:val="35BFD24B"/>
    <w:rsid w:val="366097EE"/>
    <w:rsid w:val="3A43B57B"/>
    <w:rsid w:val="3C0EF865"/>
    <w:rsid w:val="3C2668AF"/>
    <w:rsid w:val="3CFFB6E1"/>
    <w:rsid w:val="3D8446EF"/>
    <w:rsid w:val="3DE27322"/>
    <w:rsid w:val="3EDC9E4C"/>
    <w:rsid w:val="3F201750"/>
    <w:rsid w:val="40459220"/>
    <w:rsid w:val="43197DC1"/>
    <w:rsid w:val="440CB0D0"/>
    <w:rsid w:val="4582E35A"/>
    <w:rsid w:val="458F58D4"/>
    <w:rsid w:val="4597465A"/>
    <w:rsid w:val="46FF3F23"/>
    <w:rsid w:val="472B2935"/>
    <w:rsid w:val="473316BB"/>
    <w:rsid w:val="4983A76D"/>
    <w:rsid w:val="49A73BA6"/>
    <w:rsid w:val="4B4859A9"/>
    <w:rsid w:val="4D9A6AB9"/>
    <w:rsid w:val="4DCC36C4"/>
    <w:rsid w:val="5092042C"/>
    <w:rsid w:val="51D10CDB"/>
    <w:rsid w:val="53487672"/>
    <w:rsid w:val="54FD3B80"/>
    <w:rsid w:val="583841B8"/>
    <w:rsid w:val="58DD1D60"/>
    <w:rsid w:val="59D41219"/>
    <w:rsid w:val="5A23E83D"/>
    <w:rsid w:val="5C385F96"/>
    <w:rsid w:val="5CEF58B8"/>
    <w:rsid w:val="5DF45682"/>
    <w:rsid w:val="5F8A2BB3"/>
    <w:rsid w:val="6015BEA3"/>
    <w:rsid w:val="6039D088"/>
    <w:rsid w:val="62406150"/>
    <w:rsid w:val="635E9A3C"/>
    <w:rsid w:val="646B858C"/>
    <w:rsid w:val="64809DE5"/>
    <w:rsid w:val="66850027"/>
    <w:rsid w:val="669E2884"/>
    <w:rsid w:val="6736D382"/>
    <w:rsid w:val="675F5E4F"/>
    <w:rsid w:val="68132DC7"/>
    <w:rsid w:val="68FE9D83"/>
    <w:rsid w:val="69CDDBC0"/>
    <w:rsid w:val="6A71613A"/>
    <w:rsid w:val="702BE26D"/>
    <w:rsid w:val="7138CDBD"/>
    <w:rsid w:val="71B4A9A3"/>
    <w:rsid w:val="76A31177"/>
    <w:rsid w:val="79DAB239"/>
    <w:rsid w:val="79EBED10"/>
    <w:rsid w:val="7EC79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C145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D0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D0809"/>
  </w:style>
  <w:style w:type="character" w:customStyle="1" w:styleId="spellingerror">
    <w:name w:val="spellingerror"/>
    <w:basedOn w:val="Domylnaczcionkaakapitu"/>
    <w:rsid w:val="007D0809"/>
  </w:style>
  <w:style w:type="character" w:customStyle="1" w:styleId="eop">
    <w:name w:val="eop"/>
    <w:basedOn w:val="Domylnaczcionkaakapitu"/>
    <w:rsid w:val="007D0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3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mpik.com/szukaj/produkt?publisherFacet=Wydawnictwo+Helion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empik.com/szukaj/produkt?publisherFacet=Wydawnictwo+Helion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empik.com/szukaj/produkt?publisherFacet=Wydawnictwo+Helio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mpik.com/szukaj/produkt?author=Opracowanie+zbiorow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empik.com/szukaj/produkt?publisherFacet=Wydawnictwo+Helion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mpik.com/szukaj/produkt?publisherFacet=Wydawnictwo+Helio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1ABF8-4B46-47E4-A145-BBBF98D496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5CA7C5-490C-4CB8-ABE4-1CCF419ED7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698095-DF81-4C63-AF75-86A604966B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25DE09-DF38-4FC8-8942-E03C357A0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1144</Words>
  <Characters>6866</Characters>
  <Application>Microsoft Office Word</Application>
  <DocSecurity>0</DocSecurity>
  <Lines>57</Lines>
  <Paragraphs>15</Paragraphs>
  <ScaleCrop>false</ScaleCrop>
  <Company>Hewlett-Packard Company</Company>
  <LinksUpToDate>false</LinksUpToDate>
  <CharactersWithSpaces>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9</cp:revision>
  <cp:lastPrinted>2019-02-06T12:12:00Z</cp:lastPrinted>
  <dcterms:created xsi:type="dcterms:W3CDTF">2020-11-21T23:25:00Z</dcterms:created>
  <dcterms:modified xsi:type="dcterms:W3CDTF">2020-12-09T05:17:00Z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